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90C" w:rsidRPr="00D676B2" w:rsidRDefault="00A65869" w:rsidP="0091290C">
      <w:pPr>
        <w:pStyle w:val="95a-LessonTitleA"/>
      </w:pPr>
      <w:r w:rsidRPr="00C4740B">
        <w:t>Exponents and Roots</w:t>
      </w:r>
      <w:r w:rsidR="0091290C" w:rsidRPr="00D676B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2pt;margin-top:6.5pt;width:34pt;height:27pt;z-index:251657728;mso-wrap-distance-left:0;mso-wrap-distance-right:0;mso-position-horizontal-relative:margin;mso-position-vertical-relative:text" o:allowoverlap="f" stroked="f">
            <v:textbox style="mso-next-textbox:#_x0000_s1036" inset="0,0,0,0">
              <w:txbxContent>
                <w:p w:rsidR="0091290C" w:rsidRPr="001E77C0" w:rsidRDefault="0091290C" w:rsidP="001E77C0"/>
              </w:txbxContent>
            </v:textbox>
            <w10:wrap anchorx="margin"/>
            <w10:anchorlock/>
          </v:shape>
        </w:pict>
      </w:r>
    </w:p>
    <w:p w:rsidR="0091290C" w:rsidRPr="00126DAD" w:rsidRDefault="001E77C0" w:rsidP="0091290C">
      <w:pPr>
        <w:pStyle w:val="95b-LessonTitleB"/>
      </w:pPr>
      <w:r w:rsidRPr="00D676B2">
        <w:t>Problem Solving</w:t>
      </w:r>
      <w:r>
        <w:t>:</w:t>
      </w:r>
      <w:r w:rsidRPr="00126DAD">
        <w:t xml:space="preserve"> </w:t>
      </w:r>
      <w:r w:rsidR="0091290C" w:rsidRPr="00126DAD">
        <w:t>Scientific Notation</w:t>
      </w:r>
    </w:p>
    <w:p w:rsidR="0091290C" w:rsidRPr="00D97C0B" w:rsidRDefault="0091290C" w:rsidP="0091290C">
      <w:pPr>
        <w:pStyle w:val="41-Directionnospace"/>
      </w:pPr>
      <w:r w:rsidRPr="00D97C0B">
        <w:t>Write the correct answer.</w:t>
      </w:r>
    </w:p>
    <w:p w:rsidR="0091290C" w:rsidRPr="004E2323" w:rsidRDefault="0091290C" w:rsidP="0091290C">
      <w:pPr>
        <w:pStyle w:val="51-Question-noindent"/>
        <w:sectPr w:rsidR="0091290C" w:rsidRPr="004E2323" w:rsidSect="0091290C">
          <w:headerReference w:type="default" r:id="rId7"/>
          <w:footerReference w:type="default" r:id="rId8"/>
          <w:pgSz w:w="12240" w:h="15840"/>
          <w:pgMar w:top="1100" w:right="1440" w:bottom="1080" w:left="1440" w:header="720" w:footer="480" w:gutter="0"/>
          <w:pgNumType w:start="33"/>
          <w:cols w:space="480"/>
        </w:sectPr>
      </w:pPr>
    </w:p>
    <w:p w:rsidR="0091290C" w:rsidRPr="00D97C0B" w:rsidRDefault="0091290C" w:rsidP="0091290C">
      <w:pPr>
        <w:pStyle w:val="51-Question-noindent"/>
      </w:pPr>
      <w:r w:rsidRPr="004E2323">
        <w:lastRenderedPageBreak/>
        <w:tab/>
        <w:t>1.</w:t>
      </w:r>
      <w:r w:rsidRPr="004E2323">
        <w:tab/>
      </w:r>
      <w:r w:rsidRPr="00D97C0B">
        <w:t>In June 2001, the Intel Corporation announced that they could produce a silicon transistor that could switch on and off 1.5 trillion times a second. Express the speed of the transistor in scientific notation.</w:t>
      </w:r>
    </w:p>
    <w:p w:rsidR="0091290C" w:rsidRPr="00D97C0B" w:rsidRDefault="0091290C" w:rsidP="0091290C">
      <w:pPr>
        <w:pStyle w:val="30a-Anno-WOR2col"/>
      </w:pPr>
      <w:r w:rsidRPr="00D97C0B">
        <w:tab/>
      </w:r>
    </w:p>
    <w:p w:rsidR="0091290C" w:rsidRPr="00D97C0B" w:rsidRDefault="0091290C" w:rsidP="0091290C">
      <w:pPr>
        <w:pStyle w:val="51-Question-noindent"/>
      </w:pPr>
      <w:r w:rsidRPr="004E2323">
        <w:tab/>
        <w:t>3.</w:t>
      </w:r>
      <w:r w:rsidRPr="004E2323">
        <w:tab/>
      </w:r>
      <w:r w:rsidRPr="00D97C0B">
        <w:t>The elements in this fast transistor are 20 nanometers long. A nanometer is one-billionth of a meter. Express the length of an element in the transistor in meters using scientific notation.</w:t>
      </w:r>
    </w:p>
    <w:p w:rsidR="0091290C" w:rsidRPr="00D97C0B" w:rsidRDefault="0091290C" w:rsidP="0091290C">
      <w:pPr>
        <w:pStyle w:val="20-MT"/>
      </w:pPr>
    </w:p>
    <w:p w:rsidR="0091290C" w:rsidRPr="00D97C0B" w:rsidRDefault="0091290C" w:rsidP="0091290C">
      <w:pPr>
        <w:pStyle w:val="20-MT"/>
      </w:pPr>
    </w:p>
    <w:p w:rsidR="0091290C" w:rsidRPr="00D97C0B" w:rsidRDefault="0091290C" w:rsidP="0091290C">
      <w:pPr>
        <w:pStyle w:val="30a-Anno-WOR2col"/>
      </w:pPr>
      <w:r w:rsidRPr="00D97C0B">
        <w:tab/>
      </w:r>
    </w:p>
    <w:p w:rsidR="0091290C" w:rsidRPr="00D97C0B" w:rsidRDefault="0091290C" w:rsidP="0091290C">
      <w:pPr>
        <w:pStyle w:val="51-Question-noindent"/>
      </w:pPr>
      <w:r w:rsidRPr="004E2323">
        <w:lastRenderedPageBreak/>
        <w:tab/>
        <w:t>2.</w:t>
      </w:r>
      <w:r w:rsidRPr="004E2323">
        <w:tab/>
      </w:r>
      <w:r w:rsidRPr="00D97C0B">
        <w:t xml:space="preserve">With this transistor, computers will be able to do 1 </w:t>
      </w:r>
      <w:r w:rsidRPr="00D97C0B">
        <w:sym w:font="Symbol" w:char="F0B4"/>
      </w:r>
      <w:r w:rsidRPr="00D97C0B">
        <w:t xml:space="preserve"> 10</w:t>
      </w:r>
      <w:r w:rsidRPr="00D97C0B">
        <w:rPr>
          <w:vertAlign w:val="superscript"/>
        </w:rPr>
        <w:t>9</w:t>
      </w:r>
      <w:r w:rsidRPr="00D97C0B">
        <w:t xml:space="preserve"> calculations in the time it takes to blink your eye. Express the number of calculations using standard notation.</w:t>
      </w:r>
    </w:p>
    <w:p w:rsidR="0091290C" w:rsidRPr="00D97C0B" w:rsidRDefault="0091290C" w:rsidP="0091290C">
      <w:pPr>
        <w:pStyle w:val="20-MT"/>
      </w:pPr>
    </w:p>
    <w:p w:rsidR="0091290C" w:rsidRPr="00D97C0B" w:rsidRDefault="0091290C" w:rsidP="0091290C">
      <w:pPr>
        <w:pStyle w:val="30a-Anno-WOR2col"/>
      </w:pPr>
      <w:r w:rsidRPr="00D97C0B">
        <w:tab/>
      </w:r>
    </w:p>
    <w:p w:rsidR="0091290C" w:rsidRPr="00D97C0B" w:rsidRDefault="0091290C" w:rsidP="0091290C">
      <w:pPr>
        <w:pStyle w:val="51-Question-noindent"/>
      </w:pPr>
      <w:r w:rsidRPr="004E2323">
        <w:tab/>
        <w:t>4.</w:t>
      </w:r>
      <w:r w:rsidRPr="004E2323">
        <w:tab/>
      </w:r>
      <w:r w:rsidRPr="00D97C0B">
        <w:t xml:space="preserve">The length of the elements in the transistor can also be compared to the width of a human hair. The length of an element is 2 </w:t>
      </w:r>
      <w:r w:rsidRPr="00D97C0B">
        <w:sym w:font="Symbol" w:char="F0B4"/>
      </w:r>
      <w:r w:rsidRPr="00D97C0B">
        <w:t xml:space="preserve"> 10</w:t>
      </w:r>
      <w:r w:rsidRPr="00A46F08">
        <w:rPr>
          <w:vertAlign w:val="superscript"/>
        </w:rPr>
        <w:sym w:font="Symbol" w:char="F02D"/>
      </w:r>
      <w:r w:rsidRPr="00D97C0B">
        <w:rPr>
          <w:vertAlign w:val="superscript"/>
        </w:rPr>
        <w:t>3</w:t>
      </w:r>
      <w:r w:rsidRPr="00D97C0B">
        <w:t xml:space="preserve"> times smaller than the width of a human hair. Express 2 </w:t>
      </w:r>
      <w:r w:rsidRPr="00D97C0B">
        <w:sym w:font="Symbol" w:char="F0B4"/>
      </w:r>
      <w:r w:rsidRPr="00D97C0B">
        <w:t xml:space="preserve"> 10</w:t>
      </w:r>
      <w:r w:rsidRPr="00D97C0B">
        <w:rPr>
          <w:vertAlign w:val="superscript"/>
        </w:rPr>
        <w:sym w:font="Symbol" w:char="F02D"/>
      </w:r>
      <w:r w:rsidRPr="00A46F08">
        <w:rPr>
          <w:vertAlign w:val="superscript"/>
        </w:rPr>
        <w:t>3</w:t>
      </w:r>
      <w:r w:rsidRPr="00D97C0B">
        <w:t xml:space="preserve"> in standard notation.</w:t>
      </w:r>
    </w:p>
    <w:p w:rsidR="0091290C" w:rsidRPr="00D97C0B" w:rsidRDefault="0091290C" w:rsidP="0091290C">
      <w:pPr>
        <w:pStyle w:val="20-MT"/>
      </w:pPr>
    </w:p>
    <w:p w:rsidR="0091290C" w:rsidRPr="00D97C0B" w:rsidRDefault="0091290C" w:rsidP="0091290C">
      <w:pPr>
        <w:pStyle w:val="30a-Anno-WOR2col"/>
      </w:pPr>
      <w:r w:rsidRPr="00D97C0B">
        <w:tab/>
      </w:r>
    </w:p>
    <w:p w:rsidR="0091290C" w:rsidRPr="00D97C0B" w:rsidRDefault="0091290C" w:rsidP="0091290C">
      <w:pPr>
        <w:pStyle w:val="40-Direction"/>
        <w:sectPr w:rsidR="0091290C" w:rsidRPr="00D97C0B" w:rsidSect="0091290C">
          <w:type w:val="continuous"/>
          <w:pgSz w:w="12240" w:h="15840"/>
          <w:pgMar w:top="1100" w:right="1440" w:bottom="1080" w:left="1440" w:header="720" w:footer="480" w:gutter="0"/>
          <w:cols w:num="2" w:space="360"/>
        </w:sectPr>
      </w:pPr>
    </w:p>
    <w:p w:rsidR="0091290C" w:rsidRPr="004E2323" w:rsidRDefault="0091290C" w:rsidP="0091290C">
      <w:pPr>
        <w:pStyle w:val="40-Direction"/>
      </w:pPr>
      <w:r w:rsidRPr="00D97C0B">
        <w:lastRenderedPageBreak/>
        <w:t>Use the table to answer Exercises 5</w:t>
      </w:r>
      <w:r w:rsidRPr="004E2323">
        <w:rPr>
          <w:b w:val="0"/>
        </w:rPr>
        <w:t>–</w:t>
      </w:r>
      <w:r w:rsidRPr="00D97C0B">
        <w:t>9.</w:t>
      </w:r>
      <w:r w:rsidRPr="00D97C0B">
        <w:br/>
        <w:t>Choose the best answer.</w:t>
      </w:r>
    </w:p>
    <w:p w:rsidR="0091290C" w:rsidRPr="004E2323" w:rsidRDefault="0091290C" w:rsidP="0091290C">
      <w:pPr>
        <w:pStyle w:val="51-Question-noindent"/>
        <w:sectPr w:rsidR="0091290C" w:rsidRPr="004E2323">
          <w:type w:val="continuous"/>
          <w:pgSz w:w="12240" w:h="15840"/>
          <w:pgMar w:top="1100" w:right="1440" w:bottom="1080" w:left="1440" w:header="720" w:footer="480" w:gutter="0"/>
          <w:cols w:space="480"/>
        </w:sectPr>
      </w:pPr>
    </w:p>
    <w:p w:rsidR="0091290C" w:rsidRPr="00D97C0B" w:rsidRDefault="0091290C" w:rsidP="0091290C">
      <w:pPr>
        <w:pStyle w:val="51-Question-noindent"/>
      </w:pPr>
      <w:r w:rsidRPr="004E2323">
        <w:lastRenderedPageBreak/>
        <w:tab/>
        <w:t>5.</w:t>
      </w:r>
      <w:r w:rsidRPr="004E2323">
        <w:tab/>
      </w:r>
      <w:r w:rsidRPr="00D97C0B">
        <w:t>Express a light-year in miles using scientific notation.</w:t>
      </w:r>
    </w:p>
    <w:p w:rsidR="0091290C" w:rsidRPr="004E2323" w:rsidRDefault="0091290C" w:rsidP="0091290C">
      <w:pPr>
        <w:pStyle w:val="60-MC"/>
      </w:pPr>
      <w:r w:rsidRPr="004E2323">
        <w:tab/>
        <w:t>A</w:t>
      </w:r>
      <w:r w:rsidRPr="004E2323">
        <w:tab/>
        <w:t xml:space="preserve">58.8 </w:t>
      </w:r>
      <w:r w:rsidRPr="004E2323">
        <w:sym w:font="Symbol" w:char="F0B4"/>
      </w:r>
      <w:r w:rsidRPr="004E2323">
        <w:t xml:space="preserve"> 10</w:t>
      </w:r>
      <w:r w:rsidRPr="004E2323">
        <w:rPr>
          <w:vertAlign w:val="superscript"/>
        </w:rPr>
        <w:t>11</w:t>
      </w:r>
      <w:r w:rsidRPr="004E2323">
        <w:tab/>
        <w:t>C</w:t>
      </w:r>
      <w:r w:rsidRPr="004E2323">
        <w:tab/>
        <w:t xml:space="preserve">588 </w:t>
      </w:r>
      <w:r w:rsidRPr="004E2323">
        <w:sym w:font="Symbol" w:char="F0B4"/>
      </w:r>
      <w:r w:rsidRPr="004E2323">
        <w:t xml:space="preserve"> 10</w:t>
      </w:r>
      <w:r w:rsidRPr="004E2323">
        <w:rPr>
          <w:vertAlign w:val="superscript"/>
        </w:rPr>
        <w:t>10</w:t>
      </w:r>
    </w:p>
    <w:p w:rsidR="0091290C" w:rsidRPr="004E2323" w:rsidRDefault="0091290C" w:rsidP="0091290C">
      <w:pPr>
        <w:pStyle w:val="60-MC"/>
        <w:rPr>
          <w:vertAlign w:val="superscript"/>
        </w:rPr>
      </w:pPr>
      <w:r w:rsidRPr="004E2323">
        <w:tab/>
        <w:t>B</w:t>
      </w:r>
      <w:r w:rsidRPr="004E2323">
        <w:tab/>
        <w:t xml:space="preserve">5.88 </w:t>
      </w:r>
      <w:r w:rsidRPr="004E2323">
        <w:sym w:font="Symbol" w:char="F0B4"/>
      </w:r>
      <w:r w:rsidRPr="004E2323">
        <w:t xml:space="preserve"> 10</w:t>
      </w:r>
      <w:r w:rsidRPr="004E2323">
        <w:rPr>
          <w:vertAlign w:val="superscript"/>
        </w:rPr>
        <w:t>12</w:t>
      </w:r>
      <w:r w:rsidRPr="004E2323">
        <w:tab/>
        <w:t>D</w:t>
      </w:r>
      <w:r w:rsidRPr="004E2323">
        <w:tab/>
        <w:t xml:space="preserve">5.88 </w:t>
      </w:r>
      <w:r w:rsidRPr="004E2323">
        <w:sym w:font="Symbol" w:char="F0B4"/>
      </w:r>
      <w:r w:rsidRPr="004E2323">
        <w:t xml:space="preserve"> 10</w:t>
      </w:r>
      <w:r w:rsidRPr="004E2323">
        <w:rPr>
          <w:vertAlign w:val="superscript"/>
        </w:rPr>
        <w:sym w:font="Symbol" w:char="F02D"/>
      </w:r>
      <w:r w:rsidRPr="004E2323">
        <w:rPr>
          <w:vertAlign w:val="superscript"/>
        </w:rPr>
        <w:t>13</w:t>
      </w:r>
    </w:p>
    <w:p w:rsidR="0091290C" w:rsidRPr="00D97C0B" w:rsidRDefault="0091290C" w:rsidP="0091290C">
      <w:pPr>
        <w:pStyle w:val="51-Question-noindent"/>
      </w:pPr>
      <w:r w:rsidRPr="004E2323">
        <w:tab/>
        <w:t>6.</w:t>
      </w:r>
      <w:r w:rsidRPr="004E2323">
        <w:tab/>
      </w:r>
      <w:r w:rsidRPr="00D97C0B">
        <w:t>How many miles is it from Earth to the star Sirius?</w:t>
      </w:r>
    </w:p>
    <w:p w:rsidR="0091290C" w:rsidRPr="004E2323" w:rsidRDefault="0091290C" w:rsidP="0091290C">
      <w:pPr>
        <w:pStyle w:val="60-MC"/>
      </w:pPr>
      <w:r w:rsidRPr="004E2323">
        <w:tab/>
        <w:t>F</w:t>
      </w:r>
      <w:r w:rsidRPr="004E2323">
        <w:tab/>
        <w:t xml:space="preserve">4.705 </w:t>
      </w:r>
      <w:r w:rsidRPr="004E2323">
        <w:sym w:font="Symbol" w:char="F0B4"/>
      </w:r>
      <w:r w:rsidRPr="004E2323">
        <w:t xml:space="preserve"> 10</w:t>
      </w:r>
      <w:r w:rsidRPr="004E2323">
        <w:rPr>
          <w:vertAlign w:val="superscript"/>
        </w:rPr>
        <w:t>12</w:t>
      </w:r>
      <w:r w:rsidRPr="004E2323">
        <w:tab/>
        <w:t>H</w:t>
      </w:r>
      <w:r w:rsidRPr="004E2323">
        <w:tab/>
        <w:t xml:space="preserve">7.35 </w:t>
      </w:r>
      <w:r w:rsidRPr="004E2323">
        <w:sym w:font="Symbol" w:char="F0B4"/>
      </w:r>
      <w:r w:rsidRPr="004E2323">
        <w:t xml:space="preserve"> 10</w:t>
      </w:r>
      <w:r w:rsidRPr="004E2323">
        <w:rPr>
          <w:vertAlign w:val="superscript"/>
        </w:rPr>
        <w:t>12</w:t>
      </w:r>
    </w:p>
    <w:p w:rsidR="0091290C" w:rsidRPr="004E2323" w:rsidRDefault="0091290C" w:rsidP="0091290C">
      <w:pPr>
        <w:pStyle w:val="60-MC"/>
      </w:pPr>
      <w:r w:rsidRPr="004E2323">
        <w:tab/>
        <w:t>G</w:t>
      </w:r>
      <w:r w:rsidRPr="004E2323">
        <w:tab/>
        <w:t xml:space="preserve">4.704 </w:t>
      </w:r>
      <w:r w:rsidRPr="004E2323">
        <w:sym w:font="Symbol" w:char="F0B4"/>
      </w:r>
      <w:r w:rsidRPr="004E2323">
        <w:t xml:space="preserve"> 10</w:t>
      </w:r>
      <w:r w:rsidRPr="004E2323">
        <w:rPr>
          <w:vertAlign w:val="superscript"/>
        </w:rPr>
        <w:t>13</w:t>
      </w:r>
      <w:r w:rsidRPr="004E2323">
        <w:tab/>
        <w:t>J</w:t>
      </w:r>
      <w:r w:rsidRPr="004E2323">
        <w:tab/>
        <w:t xml:space="preserve">7.35 </w:t>
      </w:r>
      <w:r w:rsidRPr="004E2323">
        <w:sym w:font="Symbol" w:char="F0B4"/>
      </w:r>
      <w:r w:rsidRPr="004E2323">
        <w:t xml:space="preserve"> 10</w:t>
      </w:r>
      <w:r w:rsidRPr="004E2323">
        <w:rPr>
          <w:vertAlign w:val="superscript"/>
        </w:rPr>
        <w:t>11</w:t>
      </w:r>
    </w:p>
    <w:p w:rsidR="0091290C" w:rsidRPr="00D97C0B" w:rsidRDefault="0091290C" w:rsidP="0091290C">
      <w:pPr>
        <w:pStyle w:val="51-Question-noindent"/>
      </w:pPr>
      <w:r w:rsidRPr="004E2323">
        <w:tab/>
        <w:t>7.</w:t>
      </w:r>
      <w:r w:rsidRPr="004E2323">
        <w:tab/>
      </w:r>
      <w:r w:rsidRPr="00D97C0B">
        <w:t>How many miles is it from Earth to the star Canopus?</w:t>
      </w:r>
    </w:p>
    <w:p w:rsidR="0091290C" w:rsidRPr="004E2323" w:rsidRDefault="0091290C" w:rsidP="0091290C">
      <w:pPr>
        <w:pStyle w:val="60-MC"/>
      </w:pPr>
      <w:r w:rsidRPr="004E2323">
        <w:tab/>
        <w:t>A</w:t>
      </w:r>
      <w:r w:rsidRPr="004E2323">
        <w:tab/>
        <w:t xml:space="preserve">3.822 </w:t>
      </w:r>
      <w:r w:rsidRPr="004E2323">
        <w:sym w:font="Symbol" w:char="F0B4"/>
      </w:r>
      <w:r w:rsidRPr="004E2323">
        <w:t xml:space="preserve"> 10</w:t>
      </w:r>
      <w:r w:rsidRPr="004E2323">
        <w:rPr>
          <w:vertAlign w:val="superscript"/>
        </w:rPr>
        <w:t>15</w:t>
      </w:r>
      <w:r w:rsidRPr="004E2323">
        <w:tab/>
        <w:t>C</w:t>
      </w:r>
      <w:r w:rsidRPr="004E2323">
        <w:tab/>
        <w:t xml:space="preserve">3.822 </w:t>
      </w:r>
      <w:r w:rsidRPr="004E2323">
        <w:sym w:font="Symbol" w:char="F0B4"/>
      </w:r>
      <w:r w:rsidRPr="004E2323">
        <w:t xml:space="preserve"> 10</w:t>
      </w:r>
      <w:r w:rsidRPr="004E2323">
        <w:rPr>
          <w:vertAlign w:val="superscript"/>
        </w:rPr>
        <w:t>14</w:t>
      </w:r>
    </w:p>
    <w:p w:rsidR="0091290C" w:rsidRPr="004E2323" w:rsidRDefault="0091290C" w:rsidP="0091290C">
      <w:pPr>
        <w:pStyle w:val="60-MC"/>
      </w:pPr>
      <w:r w:rsidRPr="004E2323">
        <w:tab/>
        <w:t>B</w:t>
      </w:r>
      <w:r w:rsidRPr="004E2323">
        <w:tab/>
        <w:t xml:space="preserve">1.230 </w:t>
      </w:r>
      <w:r w:rsidRPr="004E2323">
        <w:sym w:font="Symbol" w:char="F0B4"/>
      </w:r>
      <w:r w:rsidRPr="004E2323">
        <w:t xml:space="preserve"> 10</w:t>
      </w:r>
      <w:r w:rsidRPr="004E2323">
        <w:rPr>
          <w:vertAlign w:val="superscript"/>
        </w:rPr>
        <w:t>15</w:t>
      </w:r>
      <w:r w:rsidRPr="004E2323">
        <w:tab/>
        <w:t>D</w:t>
      </w:r>
      <w:r w:rsidRPr="004E2323">
        <w:tab/>
        <w:t xml:space="preserve">1.230 </w:t>
      </w:r>
      <w:r w:rsidRPr="004E2323">
        <w:sym w:font="Symbol" w:char="F0B4"/>
      </w:r>
      <w:r w:rsidRPr="004E2323">
        <w:t xml:space="preserve"> 10</w:t>
      </w:r>
      <w:r w:rsidRPr="004E2323">
        <w:rPr>
          <w:vertAlign w:val="superscript"/>
        </w:rPr>
        <w:t>14</w:t>
      </w:r>
    </w:p>
    <w:p w:rsidR="0091290C" w:rsidRPr="00D97C0B" w:rsidRDefault="0091290C" w:rsidP="0091290C">
      <w:pPr>
        <w:pStyle w:val="51-Question-noindent"/>
      </w:pPr>
      <w:r w:rsidRPr="004E2323">
        <w:tab/>
        <w:t>8.</w:t>
      </w:r>
      <w:r w:rsidRPr="004E2323">
        <w:tab/>
      </w:r>
      <w:r w:rsidRPr="00D97C0B">
        <w:t>How many miles is it from Earth to the star Alpha Centauri?</w:t>
      </w:r>
    </w:p>
    <w:p w:rsidR="0091290C" w:rsidRPr="004E2323" w:rsidRDefault="0091290C" w:rsidP="0091290C">
      <w:pPr>
        <w:pStyle w:val="60-MC"/>
      </w:pPr>
      <w:r w:rsidRPr="004E2323">
        <w:tab/>
        <w:t>F</w:t>
      </w:r>
      <w:r w:rsidRPr="004E2323">
        <w:tab/>
        <w:t xml:space="preserve">2.352 </w:t>
      </w:r>
      <w:r w:rsidRPr="004E2323">
        <w:sym w:font="Symbol" w:char="F0B4"/>
      </w:r>
      <w:r w:rsidRPr="004E2323">
        <w:t xml:space="preserve"> 10</w:t>
      </w:r>
      <w:r w:rsidRPr="004E2323">
        <w:rPr>
          <w:vertAlign w:val="superscript"/>
        </w:rPr>
        <w:t>13</w:t>
      </w:r>
      <w:r w:rsidRPr="004E2323">
        <w:tab/>
        <w:t>H</w:t>
      </w:r>
      <w:r w:rsidRPr="004E2323">
        <w:tab/>
        <w:t xml:space="preserve">2.352 </w:t>
      </w:r>
      <w:r w:rsidRPr="004E2323">
        <w:sym w:font="Symbol" w:char="F0B4"/>
      </w:r>
      <w:r w:rsidRPr="004E2323">
        <w:t xml:space="preserve"> 10</w:t>
      </w:r>
      <w:r w:rsidRPr="004E2323">
        <w:rPr>
          <w:vertAlign w:val="superscript"/>
        </w:rPr>
        <w:t>14</w:t>
      </w:r>
    </w:p>
    <w:p w:rsidR="0091290C" w:rsidRPr="004E2323" w:rsidRDefault="0091290C" w:rsidP="0091290C">
      <w:pPr>
        <w:pStyle w:val="60-MC"/>
      </w:pPr>
      <w:r w:rsidRPr="004E2323">
        <w:tab/>
        <w:t>G</w:t>
      </w:r>
      <w:r w:rsidRPr="004E2323">
        <w:tab/>
        <w:t xml:space="preserve">5.92 </w:t>
      </w:r>
      <w:r w:rsidRPr="004E2323">
        <w:sym w:font="Symbol" w:char="F0B4"/>
      </w:r>
      <w:r w:rsidRPr="004E2323">
        <w:t xml:space="preserve"> 10</w:t>
      </w:r>
      <w:r w:rsidRPr="004E2323">
        <w:rPr>
          <w:vertAlign w:val="superscript"/>
        </w:rPr>
        <w:t>13</w:t>
      </w:r>
      <w:r w:rsidRPr="004E2323">
        <w:tab/>
        <w:t>J</w:t>
      </w:r>
      <w:r w:rsidRPr="004E2323">
        <w:tab/>
        <w:t xml:space="preserve">5.92 </w:t>
      </w:r>
      <w:r w:rsidRPr="004E2323">
        <w:sym w:font="Symbol" w:char="F0B4"/>
      </w:r>
      <w:r w:rsidRPr="004E2323">
        <w:t xml:space="preserve"> 10</w:t>
      </w:r>
      <w:r w:rsidRPr="004E2323">
        <w:rPr>
          <w:vertAlign w:val="superscript"/>
        </w:rPr>
        <w:t>14</w:t>
      </w:r>
    </w:p>
    <w:p w:rsidR="0091290C" w:rsidRPr="004E2323" w:rsidRDefault="0091290C" w:rsidP="0091290C">
      <w:pPr>
        <w:pStyle w:val="60-MC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0" w:type="dxa"/>
          <w:right w:w="60" w:type="dxa"/>
        </w:tblCellMar>
        <w:tblLook w:val="00BF"/>
      </w:tblPr>
      <w:tblGrid>
        <w:gridCol w:w="1272"/>
        <w:gridCol w:w="1680"/>
        <w:gridCol w:w="1440"/>
      </w:tblGrid>
      <w:tr w:rsidR="0091290C" w:rsidRPr="004E2323">
        <w:trPr>
          <w:trHeight w:val="416"/>
        </w:trPr>
        <w:tc>
          <w:tcPr>
            <w:tcW w:w="4392" w:type="dxa"/>
            <w:gridSpan w:val="3"/>
            <w:tcBorders>
              <w:top w:val="nil"/>
              <w:left w:val="nil"/>
              <w:right w:val="nil"/>
            </w:tcBorders>
          </w:tcPr>
          <w:p w:rsidR="0091290C" w:rsidRPr="004E2323" w:rsidRDefault="0091290C" w:rsidP="000D31C6">
            <w:pPr>
              <w:pStyle w:val="21-MTp6above"/>
              <w:ind w:right="0"/>
              <w:jc w:val="center"/>
              <w:rPr>
                <w:rStyle w:val="01-Bold"/>
                <w:lang w:bidi="ar-SA"/>
              </w:rPr>
            </w:pPr>
            <w:r w:rsidRPr="004E2323">
              <w:rPr>
                <w:rStyle w:val="01-Bold"/>
                <w:lang w:bidi="ar-SA"/>
              </w:rPr>
              <w:lastRenderedPageBreak/>
              <w:t>Distance From Earth To Stars</w:t>
            </w:r>
            <w:r w:rsidRPr="004E2323">
              <w:rPr>
                <w:rStyle w:val="01-Bold"/>
                <w:lang w:bidi="ar-SA"/>
              </w:rPr>
              <w:br/>
              <w:t xml:space="preserve">Light-Year </w:t>
            </w:r>
            <w:r w:rsidRPr="000D31C6">
              <w:rPr>
                <w:rStyle w:val="01-Bold"/>
                <w:b w:val="0"/>
                <w:lang w:bidi="ar-SA"/>
              </w:rPr>
              <w:sym w:font="Symbol" w:char="F03D"/>
            </w:r>
            <w:r w:rsidRPr="004E2323">
              <w:rPr>
                <w:rStyle w:val="01-Bold"/>
                <w:lang w:bidi="ar-SA"/>
              </w:rPr>
              <w:t xml:space="preserve"> 5,880,000,000,000 mi.</w:t>
            </w:r>
          </w:p>
        </w:tc>
      </w:tr>
      <w:tr w:rsidR="0091290C" w:rsidRPr="004E2323">
        <w:trPr>
          <w:trHeight w:val="416"/>
        </w:trPr>
        <w:tc>
          <w:tcPr>
            <w:tcW w:w="1272" w:type="dxa"/>
            <w:vAlign w:val="bottom"/>
          </w:tcPr>
          <w:p w:rsidR="0091290C" w:rsidRPr="004E2323" w:rsidRDefault="0091290C" w:rsidP="000D31C6">
            <w:pPr>
              <w:pStyle w:val="21-MTp6above"/>
              <w:ind w:right="0"/>
              <w:jc w:val="center"/>
              <w:rPr>
                <w:rStyle w:val="01-Bold"/>
                <w:lang w:bidi="ar-SA"/>
              </w:rPr>
            </w:pPr>
            <w:r w:rsidRPr="004E2323">
              <w:rPr>
                <w:rStyle w:val="01-Bold"/>
                <w:lang w:bidi="ar-SA"/>
              </w:rPr>
              <w:t>Star</w:t>
            </w:r>
          </w:p>
        </w:tc>
        <w:tc>
          <w:tcPr>
            <w:tcW w:w="1680" w:type="dxa"/>
            <w:vAlign w:val="bottom"/>
          </w:tcPr>
          <w:p w:rsidR="0091290C" w:rsidRPr="004E2323" w:rsidRDefault="0091290C" w:rsidP="000D31C6">
            <w:pPr>
              <w:pStyle w:val="21-MTp6above"/>
              <w:ind w:right="0"/>
              <w:jc w:val="center"/>
              <w:rPr>
                <w:rStyle w:val="01-Bold"/>
                <w:lang w:bidi="ar-SA"/>
              </w:rPr>
            </w:pPr>
            <w:r w:rsidRPr="004E2323">
              <w:rPr>
                <w:rStyle w:val="01-Bold"/>
                <w:lang w:bidi="ar-SA"/>
              </w:rPr>
              <w:t>Constellation</w:t>
            </w:r>
          </w:p>
        </w:tc>
        <w:tc>
          <w:tcPr>
            <w:tcW w:w="1440" w:type="dxa"/>
            <w:vAlign w:val="bottom"/>
          </w:tcPr>
          <w:p w:rsidR="0091290C" w:rsidRPr="004E2323" w:rsidRDefault="0091290C" w:rsidP="000D31C6">
            <w:pPr>
              <w:pStyle w:val="21-MTp6above"/>
              <w:ind w:right="0"/>
              <w:jc w:val="center"/>
              <w:rPr>
                <w:rStyle w:val="01-Bold"/>
                <w:lang w:bidi="ar-SA"/>
              </w:rPr>
            </w:pPr>
            <w:r w:rsidRPr="004E2323">
              <w:rPr>
                <w:rStyle w:val="01-Bold"/>
                <w:lang w:bidi="ar-SA"/>
              </w:rPr>
              <w:t xml:space="preserve">Distance </w:t>
            </w:r>
            <w:r w:rsidRPr="004E2323">
              <w:rPr>
                <w:lang w:bidi="ar-SA"/>
              </w:rPr>
              <w:t>(light-years)</w:t>
            </w:r>
          </w:p>
        </w:tc>
      </w:tr>
      <w:tr w:rsidR="0091290C" w:rsidRPr="004E2323">
        <w:trPr>
          <w:trHeight w:val="416"/>
        </w:trPr>
        <w:tc>
          <w:tcPr>
            <w:tcW w:w="1272" w:type="dxa"/>
            <w:vAlign w:val="center"/>
          </w:tcPr>
          <w:p w:rsidR="0091290C" w:rsidRPr="004E2323" w:rsidRDefault="0091290C" w:rsidP="000D31C6">
            <w:pPr>
              <w:pStyle w:val="21-MTp6above"/>
              <w:ind w:right="0"/>
              <w:jc w:val="center"/>
              <w:rPr>
                <w:lang w:bidi="ar-SA"/>
              </w:rPr>
            </w:pPr>
            <w:r w:rsidRPr="004E2323">
              <w:rPr>
                <w:lang w:bidi="ar-SA"/>
              </w:rPr>
              <w:t>Sirius</w:t>
            </w:r>
          </w:p>
        </w:tc>
        <w:tc>
          <w:tcPr>
            <w:tcW w:w="1680" w:type="dxa"/>
            <w:vAlign w:val="center"/>
          </w:tcPr>
          <w:p w:rsidR="0091290C" w:rsidRPr="004E2323" w:rsidRDefault="0091290C" w:rsidP="000D31C6">
            <w:pPr>
              <w:pStyle w:val="21-MTp6above"/>
              <w:ind w:right="0"/>
              <w:jc w:val="center"/>
              <w:rPr>
                <w:lang w:bidi="ar-SA"/>
              </w:rPr>
            </w:pPr>
            <w:r w:rsidRPr="004E2323">
              <w:rPr>
                <w:lang w:bidi="ar-SA"/>
              </w:rPr>
              <w:t>Canis Major</w:t>
            </w:r>
          </w:p>
        </w:tc>
        <w:tc>
          <w:tcPr>
            <w:tcW w:w="1440" w:type="dxa"/>
            <w:vAlign w:val="center"/>
          </w:tcPr>
          <w:p w:rsidR="0091290C" w:rsidRPr="004E2323" w:rsidRDefault="0091290C" w:rsidP="000D31C6">
            <w:pPr>
              <w:pStyle w:val="21-MTp6above"/>
              <w:ind w:right="0"/>
              <w:jc w:val="center"/>
              <w:rPr>
                <w:lang w:bidi="ar-SA"/>
              </w:rPr>
            </w:pPr>
            <w:r w:rsidRPr="004E2323">
              <w:rPr>
                <w:lang w:bidi="ar-SA"/>
              </w:rPr>
              <w:t>8</w:t>
            </w:r>
          </w:p>
        </w:tc>
      </w:tr>
      <w:tr w:rsidR="0091290C" w:rsidRPr="004E2323">
        <w:trPr>
          <w:trHeight w:val="416"/>
        </w:trPr>
        <w:tc>
          <w:tcPr>
            <w:tcW w:w="1272" w:type="dxa"/>
            <w:vAlign w:val="center"/>
          </w:tcPr>
          <w:p w:rsidR="0091290C" w:rsidRPr="004E2323" w:rsidRDefault="0091290C" w:rsidP="000D31C6">
            <w:pPr>
              <w:pStyle w:val="21-MTp6above"/>
              <w:ind w:right="0"/>
              <w:jc w:val="center"/>
              <w:rPr>
                <w:lang w:bidi="ar-SA"/>
              </w:rPr>
            </w:pPr>
            <w:r w:rsidRPr="004E2323">
              <w:rPr>
                <w:lang w:bidi="ar-SA"/>
              </w:rPr>
              <w:t>Canopus</w:t>
            </w:r>
          </w:p>
        </w:tc>
        <w:tc>
          <w:tcPr>
            <w:tcW w:w="1680" w:type="dxa"/>
            <w:vAlign w:val="center"/>
          </w:tcPr>
          <w:p w:rsidR="0091290C" w:rsidRPr="004E2323" w:rsidRDefault="0091290C" w:rsidP="000D31C6">
            <w:pPr>
              <w:pStyle w:val="21-MTp6above"/>
              <w:ind w:right="0"/>
              <w:jc w:val="center"/>
              <w:rPr>
                <w:lang w:bidi="ar-SA"/>
              </w:rPr>
            </w:pPr>
            <w:r w:rsidRPr="004E2323">
              <w:rPr>
                <w:lang w:bidi="ar-SA"/>
              </w:rPr>
              <w:t>Carina</w:t>
            </w:r>
          </w:p>
        </w:tc>
        <w:tc>
          <w:tcPr>
            <w:tcW w:w="1440" w:type="dxa"/>
            <w:vAlign w:val="center"/>
          </w:tcPr>
          <w:p w:rsidR="0091290C" w:rsidRPr="004E2323" w:rsidRDefault="0091290C" w:rsidP="000D31C6">
            <w:pPr>
              <w:pStyle w:val="21-MTp6above"/>
              <w:ind w:right="0"/>
              <w:jc w:val="center"/>
              <w:rPr>
                <w:lang w:bidi="ar-SA"/>
              </w:rPr>
            </w:pPr>
            <w:r w:rsidRPr="004E2323">
              <w:rPr>
                <w:lang w:bidi="ar-SA"/>
              </w:rPr>
              <w:t>650</w:t>
            </w:r>
          </w:p>
        </w:tc>
      </w:tr>
      <w:tr w:rsidR="0091290C" w:rsidRPr="004E2323">
        <w:trPr>
          <w:trHeight w:val="416"/>
        </w:trPr>
        <w:tc>
          <w:tcPr>
            <w:tcW w:w="1272" w:type="dxa"/>
            <w:vAlign w:val="center"/>
          </w:tcPr>
          <w:p w:rsidR="0091290C" w:rsidRPr="004E2323" w:rsidRDefault="0091290C" w:rsidP="000D31C6">
            <w:pPr>
              <w:pStyle w:val="21-MTp6above"/>
              <w:ind w:right="0"/>
              <w:jc w:val="center"/>
              <w:rPr>
                <w:lang w:bidi="ar-SA"/>
              </w:rPr>
            </w:pPr>
            <w:r w:rsidRPr="004E2323">
              <w:rPr>
                <w:lang w:bidi="ar-SA"/>
              </w:rPr>
              <w:t>Alpha Centauri</w:t>
            </w:r>
          </w:p>
        </w:tc>
        <w:tc>
          <w:tcPr>
            <w:tcW w:w="1680" w:type="dxa"/>
            <w:vAlign w:val="bottom"/>
          </w:tcPr>
          <w:p w:rsidR="0091290C" w:rsidRPr="004E2323" w:rsidRDefault="0091290C" w:rsidP="000D31C6">
            <w:pPr>
              <w:pStyle w:val="21-MTp6above"/>
              <w:ind w:right="0"/>
              <w:jc w:val="center"/>
              <w:rPr>
                <w:lang w:bidi="ar-SA"/>
              </w:rPr>
            </w:pPr>
            <w:r w:rsidRPr="004E2323">
              <w:rPr>
                <w:lang w:bidi="ar-SA"/>
              </w:rPr>
              <w:t>Centaurus</w:t>
            </w:r>
          </w:p>
        </w:tc>
        <w:tc>
          <w:tcPr>
            <w:tcW w:w="1440" w:type="dxa"/>
            <w:vAlign w:val="bottom"/>
          </w:tcPr>
          <w:p w:rsidR="0091290C" w:rsidRPr="004E2323" w:rsidRDefault="0091290C" w:rsidP="000D31C6">
            <w:pPr>
              <w:pStyle w:val="21-MTp6above"/>
              <w:ind w:right="0"/>
              <w:jc w:val="center"/>
              <w:rPr>
                <w:lang w:bidi="ar-SA"/>
              </w:rPr>
            </w:pPr>
            <w:r w:rsidRPr="004E2323">
              <w:rPr>
                <w:lang w:bidi="ar-SA"/>
              </w:rPr>
              <w:t>4</w:t>
            </w:r>
          </w:p>
        </w:tc>
      </w:tr>
      <w:tr w:rsidR="0091290C" w:rsidRPr="004E2323">
        <w:trPr>
          <w:trHeight w:val="416"/>
        </w:trPr>
        <w:tc>
          <w:tcPr>
            <w:tcW w:w="1272" w:type="dxa"/>
            <w:vAlign w:val="center"/>
          </w:tcPr>
          <w:p w:rsidR="0091290C" w:rsidRPr="004E2323" w:rsidRDefault="0091290C" w:rsidP="000D31C6">
            <w:pPr>
              <w:pStyle w:val="21-MTp6above"/>
              <w:ind w:right="0"/>
              <w:jc w:val="center"/>
              <w:rPr>
                <w:lang w:bidi="ar-SA"/>
              </w:rPr>
            </w:pPr>
            <w:r w:rsidRPr="004E2323">
              <w:rPr>
                <w:lang w:bidi="ar-SA"/>
              </w:rPr>
              <w:t>Vega</w:t>
            </w:r>
          </w:p>
        </w:tc>
        <w:tc>
          <w:tcPr>
            <w:tcW w:w="1680" w:type="dxa"/>
            <w:vAlign w:val="center"/>
          </w:tcPr>
          <w:p w:rsidR="0091290C" w:rsidRPr="004E2323" w:rsidRDefault="0091290C" w:rsidP="000D31C6">
            <w:pPr>
              <w:pStyle w:val="21-MTp6above"/>
              <w:ind w:right="0"/>
              <w:jc w:val="center"/>
              <w:rPr>
                <w:lang w:bidi="ar-SA"/>
              </w:rPr>
            </w:pPr>
            <w:r w:rsidRPr="004E2323">
              <w:rPr>
                <w:lang w:bidi="ar-SA"/>
              </w:rPr>
              <w:t>Lyra</w:t>
            </w:r>
          </w:p>
        </w:tc>
        <w:tc>
          <w:tcPr>
            <w:tcW w:w="1440" w:type="dxa"/>
            <w:vAlign w:val="center"/>
          </w:tcPr>
          <w:p w:rsidR="0091290C" w:rsidRPr="004E2323" w:rsidRDefault="0091290C" w:rsidP="000D31C6">
            <w:pPr>
              <w:pStyle w:val="21-MTp6above"/>
              <w:ind w:right="0"/>
              <w:jc w:val="center"/>
              <w:rPr>
                <w:lang w:bidi="ar-SA"/>
              </w:rPr>
            </w:pPr>
            <w:r w:rsidRPr="004E2323">
              <w:rPr>
                <w:lang w:bidi="ar-SA"/>
              </w:rPr>
              <w:t>23</w:t>
            </w:r>
          </w:p>
        </w:tc>
      </w:tr>
    </w:tbl>
    <w:p w:rsidR="0091290C" w:rsidRPr="00D97C0B" w:rsidRDefault="0091290C" w:rsidP="0091290C">
      <w:pPr>
        <w:pStyle w:val="20-MT"/>
      </w:pPr>
    </w:p>
    <w:p w:rsidR="0091290C" w:rsidRPr="00D97C0B" w:rsidRDefault="0091290C" w:rsidP="0091290C">
      <w:pPr>
        <w:pStyle w:val="20-MT"/>
      </w:pPr>
    </w:p>
    <w:p w:rsidR="0091290C" w:rsidRPr="00D97C0B" w:rsidRDefault="0091290C" w:rsidP="0091290C">
      <w:pPr>
        <w:pStyle w:val="20-MT"/>
      </w:pPr>
    </w:p>
    <w:p w:rsidR="0091290C" w:rsidRPr="00D97C0B" w:rsidRDefault="0091290C" w:rsidP="0091290C">
      <w:pPr>
        <w:pStyle w:val="51-Question-noindent"/>
      </w:pPr>
      <w:r w:rsidRPr="004E2323">
        <w:tab/>
        <w:t>9.</w:t>
      </w:r>
      <w:r w:rsidRPr="004E2323">
        <w:tab/>
      </w:r>
      <w:r w:rsidRPr="00D97C0B">
        <w:t>How many miles is it from Earth to the star Vega?</w:t>
      </w:r>
    </w:p>
    <w:p w:rsidR="0091290C" w:rsidRPr="004E2323" w:rsidRDefault="0091290C" w:rsidP="0091290C">
      <w:pPr>
        <w:pStyle w:val="60-MC"/>
      </w:pPr>
      <w:r w:rsidRPr="004E2323">
        <w:tab/>
        <w:t>A</w:t>
      </w:r>
      <w:r w:rsidRPr="004E2323">
        <w:tab/>
        <w:t xml:space="preserve">6.11 </w:t>
      </w:r>
      <w:r w:rsidRPr="004E2323">
        <w:sym w:font="Symbol" w:char="F0B4"/>
      </w:r>
      <w:r w:rsidRPr="004E2323">
        <w:t xml:space="preserve"> 10</w:t>
      </w:r>
      <w:r w:rsidRPr="004E2323">
        <w:rPr>
          <w:vertAlign w:val="superscript"/>
        </w:rPr>
        <w:t>13</w:t>
      </w:r>
      <w:r w:rsidRPr="004E2323">
        <w:tab/>
        <w:t>C</w:t>
      </w:r>
      <w:r w:rsidRPr="004E2323">
        <w:tab/>
        <w:t xml:space="preserve">6.11 </w:t>
      </w:r>
      <w:r w:rsidRPr="004E2323">
        <w:sym w:font="Symbol" w:char="F0B4"/>
      </w:r>
      <w:r w:rsidRPr="004E2323">
        <w:t xml:space="preserve"> 10</w:t>
      </w:r>
      <w:r w:rsidRPr="004E2323">
        <w:rPr>
          <w:vertAlign w:val="superscript"/>
        </w:rPr>
        <w:t>14</w:t>
      </w:r>
    </w:p>
    <w:p w:rsidR="0091290C" w:rsidRPr="004E2323" w:rsidRDefault="0091290C" w:rsidP="0091290C">
      <w:pPr>
        <w:pStyle w:val="60-MC"/>
        <w:rPr>
          <w:b/>
          <w:vertAlign w:val="superscript"/>
        </w:rPr>
      </w:pPr>
      <w:r w:rsidRPr="004E2323">
        <w:tab/>
        <w:t>B</w:t>
      </w:r>
      <w:r w:rsidRPr="004E2323">
        <w:rPr>
          <w:b/>
        </w:rPr>
        <w:tab/>
      </w:r>
      <w:r w:rsidRPr="004E2323">
        <w:t xml:space="preserve">1.3524 </w:t>
      </w:r>
      <w:r w:rsidRPr="004E2323">
        <w:sym w:font="Symbol" w:char="F0B4"/>
      </w:r>
      <w:r w:rsidRPr="004E2323">
        <w:t xml:space="preserve"> 10</w:t>
      </w:r>
      <w:r w:rsidRPr="004E2323">
        <w:rPr>
          <w:vertAlign w:val="superscript"/>
        </w:rPr>
        <w:t>13</w:t>
      </w:r>
      <w:r w:rsidRPr="004E2323">
        <w:tab/>
        <w:t>D</w:t>
      </w:r>
      <w:r w:rsidRPr="004E2323">
        <w:tab/>
      </w:r>
      <w:r w:rsidRPr="004E2323">
        <w:rPr>
          <w:spacing w:val="-2"/>
        </w:rPr>
        <w:t xml:space="preserve">1.3524 </w:t>
      </w:r>
      <w:r w:rsidRPr="004E2323">
        <w:rPr>
          <w:spacing w:val="-2"/>
        </w:rPr>
        <w:sym w:font="Symbol" w:char="F0B4"/>
      </w:r>
      <w:r w:rsidRPr="004E2323">
        <w:rPr>
          <w:spacing w:val="-2"/>
        </w:rPr>
        <w:t xml:space="preserve"> 10</w:t>
      </w:r>
      <w:r w:rsidRPr="004E2323">
        <w:rPr>
          <w:spacing w:val="-2"/>
          <w:vertAlign w:val="superscript"/>
        </w:rPr>
        <w:t>14</w:t>
      </w:r>
    </w:p>
    <w:p w:rsidR="0091290C" w:rsidRPr="00D97C0B" w:rsidRDefault="0091290C" w:rsidP="0091290C">
      <w:pPr>
        <w:pStyle w:val="20-MT"/>
        <w:sectPr w:rsidR="0091290C" w:rsidRPr="00D97C0B" w:rsidSect="0091290C">
          <w:type w:val="continuous"/>
          <w:pgSz w:w="12240" w:h="15840"/>
          <w:pgMar w:top="1100" w:right="1440" w:bottom="1080" w:left="1440" w:header="720" w:footer="480" w:gutter="0"/>
          <w:cols w:num="2" w:space="360"/>
        </w:sectPr>
      </w:pPr>
    </w:p>
    <w:p w:rsidR="00E912F9" w:rsidRDefault="00E912F9" w:rsidP="00E912F9">
      <w:pPr>
        <w:pStyle w:val="72-AKBHead"/>
        <w:spacing w:before="0" w:after="160"/>
        <w:sectPr w:rsidR="00E912F9" w:rsidSect="0091290C">
          <w:type w:val="continuous"/>
          <w:pgSz w:w="12240" w:h="15840"/>
          <w:pgMar w:top="1100" w:right="1440" w:bottom="1080" w:left="1440" w:header="720" w:footer="480" w:gutter="0"/>
          <w:cols w:space="480"/>
        </w:sectPr>
      </w:pPr>
    </w:p>
    <w:p w:rsidR="00E912F9" w:rsidRPr="00C74E5B" w:rsidRDefault="00E912F9" w:rsidP="00E912F9">
      <w:pPr>
        <w:pStyle w:val="72-AKBHead"/>
        <w:spacing w:before="0" w:after="160"/>
      </w:pPr>
      <w:r w:rsidRPr="00C74E5B">
        <w:lastRenderedPageBreak/>
        <w:t>Challenge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472"/>
        <w:gridCol w:w="852"/>
      </w:tblGrid>
      <w:tr w:rsidR="00E912F9" w:rsidRPr="003841D6" w:rsidTr="00AA19AE">
        <w:tc>
          <w:tcPr>
            <w:tcW w:w="2472" w:type="dxa"/>
          </w:tcPr>
          <w:p w:rsidR="00E912F9" w:rsidRPr="00995705" w:rsidRDefault="00E912F9" w:rsidP="00AA19AE">
            <w:pPr>
              <w:pStyle w:val="22-MT2column"/>
              <w:spacing w:before="20" w:after="20"/>
              <w:jc w:val="center"/>
              <w:rPr>
                <w:rStyle w:val="01-Bold"/>
                <w:lang w:bidi="ar-SA"/>
              </w:rPr>
            </w:pPr>
            <w:r w:rsidRPr="00995705">
              <w:rPr>
                <w:rStyle w:val="01-Bold"/>
                <w:lang w:bidi="ar-SA"/>
              </w:rPr>
              <w:t>Scientific Notation</w:t>
            </w:r>
          </w:p>
        </w:tc>
        <w:tc>
          <w:tcPr>
            <w:tcW w:w="852" w:type="dxa"/>
          </w:tcPr>
          <w:p w:rsidR="00E912F9" w:rsidRPr="00AA01E4" w:rsidRDefault="00E912F9" w:rsidP="00AA19AE">
            <w:pPr>
              <w:pStyle w:val="22-MT2column"/>
              <w:spacing w:before="20" w:after="20"/>
              <w:jc w:val="center"/>
              <w:rPr>
                <w:rStyle w:val="01-Bold"/>
                <w:rFonts w:eastAsia="Times"/>
                <w:lang w:bidi="ar-SA"/>
              </w:rPr>
            </w:pPr>
            <w:r w:rsidRPr="00AA01E4">
              <w:rPr>
                <w:rStyle w:val="01-Bold"/>
                <w:rFonts w:eastAsia="Times"/>
                <w:lang w:bidi="ar-SA"/>
              </w:rPr>
              <w:t>AU</w:t>
            </w:r>
          </w:p>
        </w:tc>
      </w:tr>
      <w:tr w:rsidR="00E912F9" w:rsidRPr="003841D6" w:rsidTr="00AA19AE">
        <w:tc>
          <w:tcPr>
            <w:tcW w:w="2472" w:type="dxa"/>
          </w:tcPr>
          <w:p w:rsidR="00E912F9" w:rsidRPr="00AA01E4" w:rsidRDefault="00E912F9" w:rsidP="00AA19AE">
            <w:pPr>
              <w:pStyle w:val="22-MT2column"/>
              <w:spacing w:before="20" w:after="20"/>
              <w:jc w:val="center"/>
              <w:rPr>
                <w:rFonts w:eastAsia="Times"/>
              </w:rPr>
            </w:pPr>
            <w:r w:rsidRPr="003841D6">
              <w:rPr>
                <w:lang w:bidi="ar-SA"/>
              </w:rPr>
              <w:t xml:space="preserve">5.79 </w:t>
            </w:r>
            <w:r w:rsidRPr="00AA01E4">
              <w:rPr>
                <w:rFonts w:ascii="Symbol" w:hAnsi="Symbol"/>
                <w:lang w:bidi="ar-SA"/>
              </w:rPr>
              <w:sym w:font="Symbol" w:char="F0B4"/>
            </w:r>
            <w:r w:rsidRPr="003841D6">
              <w:rPr>
                <w:lang w:bidi="ar-SA"/>
              </w:rPr>
              <w:t xml:space="preserve"> 10</w:t>
            </w:r>
            <w:r w:rsidRPr="00AA01E4">
              <w:rPr>
                <w:vertAlign w:val="superscript"/>
                <w:lang w:bidi="ar-SA"/>
              </w:rPr>
              <w:t>7</w:t>
            </w:r>
          </w:p>
        </w:tc>
        <w:tc>
          <w:tcPr>
            <w:tcW w:w="852" w:type="dxa"/>
          </w:tcPr>
          <w:p w:rsidR="00E912F9" w:rsidRPr="00AA01E4" w:rsidRDefault="00E912F9" w:rsidP="00AA19AE">
            <w:pPr>
              <w:pStyle w:val="22-MT2column"/>
              <w:spacing w:before="20" w:after="20"/>
              <w:jc w:val="center"/>
              <w:rPr>
                <w:rFonts w:eastAsia="Times"/>
              </w:rPr>
            </w:pPr>
            <w:r w:rsidRPr="00AA01E4">
              <w:rPr>
                <w:rFonts w:eastAsia="Times"/>
              </w:rPr>
              <w:t>0.4</w:t>
            </w:r>
          </w:p>
        </w:tc>
      </w:tr>
      <w:tr w:rsidR="00E912F9" w:rsidRPr="003841D6" w:rsidTr="00AA19AE">
        <w:tc>
          <w:tcPr>
            <w:tcW w:w="2472" w:type="dxa"/>
          </w:tcPr>
          <w:p w:rsidR="00E912F9" w:rsidRPr="00AA01E4" w:rsidRDefault="00E912F9" w:rsidP="00AA19AE">
            <w:pPr>
              <w:pStyle w:val="22-MT2column"/>
              <w:spacing w:before="20" w:after="20"/>
              <w:jc w:val="center"/>
              <w:rPr>
                <w:rFonts w:eastAsia="Times"/>
              </w:rPr>
            </w:pPr>
            <w:r w:rsidRPr="003841D6">
              <w:rPr>
                <w:lang w:bidi="ar-SA"/>
              </w:rPr>
              <w:t xml:space="preserve">1.082 </w:t>
            </w:r>
            <w:r w:rsidRPr="00AA01E4">
              <w:rPr>
                <w:rFonts w:ascii="Symbol" w:hAnsi="Symbol"/>
                <w:lang w:bidi="ar-SA"/>
              </w:rPr>
              <w:sym w:font="Symbol" w:char="F0B4"/>
            </w:r>
            <w:r w:rsidRPr="003841D6">
              <w:rPr>
                <w:lang w:bidi="ar-SA"/>
              </w:rPr>
              <w:t xml:space="preserve"> 10</w:t>
            </w:r>
            <w:r w:rsidRPr="00AA01E4">
              <w:rPr>
                <w:vertAlign w:val="superscript"/>
                <w:lang w:bidi="ar-SA"/>
              </w:rPr>
              <w:t>8</w:t>
            </w:r>
          </w:p>
        </w:tc>
        <w:tc>
          <w:tcPr>
            <w:tcW w:w="852" w:type="dxa"/>
          </w:tcPr>
          <w:p w:rsidR="00E912F9" w:rsidRPr="00AA01E4" w:rsidRDefault="00E912F9" w:rsidP="00AA19AE">
            <w:pPr>
              <w:pStyle w:val="22-MT2column"/>
              <w:spacing w:before="20" w:after="20"/>
              <w:jc w:val="center"/>
              <w:rPr>
                <w:rFonts w:eastAsia="Times"/>
              </w:rPr>
            </w:pPr>
            <w:r w:rsidRPr="003841D6">
              <w:rPr>
                <w:lang w:bidi="ar-SA"/>
              </w:rPr>
              <w:t>0.7</w:t>
            </w:r>
          </w:p>
        </w:tc>
      </w:tr>
      <w:tr w:rsidR="00E912F9" w:rsidRPr="003841D6" w:rsidTr="00AA19AE">
        <w:tc>
          <w:tcPr>
            <w:tcW w:w="2472" w:type="dxa"/>
          </w:tcPr>
          <w:p w:rsidR="00E912F9" w:rsidRPr="00AA01E4" w:rsidRDefault="00E912F9" w:rsidP="00AA19AE">
            <w:pPr>
              <w:pStyle w:val="22-MT2column"/>
              <w:spacing w:before="20" w:after="20"/>
              <w:jc w:val="center"/>
              <w:rPr>
                <w:rFonts w:eastAsia="Times"/>
              </w:rPr>
            </w:pPr>
            <w:r w:rsidRPr="003841D6">
              <w:rPr>
                <w:lang w:bidi="ar-SA"/>
              </w:rPr>
              <w:t xml:space="preserve">1.496 </w:t>
            </w:r>
            <w:r w:rsidRPr="00AA01E4">
              <w:rPr>
                <w:rFonts w:ascii="Symbol" w:hAnsi="Symbol"/>
                <w:lang w:bidi="ar-SA"/>
              </w:rPr>
              <w:sym w:font="Symbol" w:char="F0B4"/>
            </w:r>
            <w:r w:rsidRPr="003841D6">
              <w:rPr>
                <w:lang w:bidi="ar-SA"/>
              </w:rPr>
              <w:t xml:space="preserve"> 10</w:t>
            </w:r>
            <w:r w:rsidRPr="00AA01E4">
              <w:rPr>
                <w:vertAlign w:val="superscript"/>
                <w:lang w:bidi="ar-SA"/>
              </w:rPr>
              <w:t>8</w:t>
            </w:r>
          </w:p>
        </w:tc>
        <w:tc>
          <w:tcPr>
            <w:tcW w:w="852" w:type="dxa"/>
          </w:tcPr>
          <w:p w:rsidR="00E912F9" w:rsidRPr="00AA01E4" w:rsidRDefault="00E912F9" w:rsidP="00AA19AE">
            <w:pPr>
              <w:pStyle w:val="22-MT2column"/>
              <w:spacing w:before="20" w:after="20"/>
              <w:jc w:val="center"/>
              <w:rPr>
                <w:rFonts w:eastAsia="Times"/>
              </w:rPr>
            </w:pPr>
            <w:r w:rsidRPr="00AA01E4">
              <w:rPr>
                <w:rFonts w:eastAsia="Times"/>
              </w:rPr>
              <w:t>1.0</w:t>
            </w:r>
          </w:p>
        </w:tc>
      </w:tr>
      <w:tr w:rsidR="00E912F9" w:rsidRPr="003841D6" w:rsidTr="00AA19AE">
        <w:tc>
          <w:tcPr>
            <w:tcW w:w="2472" w:type="dxa"/>
          </w:tcPr>
          <w:p w:rsidR="00E912F9" w:rsidRPr="00AA01E4" w:rsidRDefault="00E912F9" w:rsidP="00AA19AE">
            <w:pPr>
              <w:pStyle w:val="22-MT2column"/>
              <w:spacing w:before="20" w:after="20"/>
              <w:jc w:val="center"/>
              <w:rPr>
                <w:rFonts w:eastAsia="Times"/>
              </w:rPr>
            </w:pPr>
            <w:r w:rsidRPr="003841D6">
              <w:rPr>
                <w:lang w:bidi="ar-SA"/>
              </w:rPr>
              <w:t xml:space="preserve">2.279 </w:t>
            </w:r>
            <w:r w:rsidRPr="00AA01E4">
              <w:rPr>
                <w:rFonts w:ascii="Symbol" w:hAnsi="Symbol"/>
                <w:lang w:bidi="ar-SA"/>
              </w:rPr>
              <w:sym w:font="Symbol" w:char="F0B4"/>
            </w:r>
            <w:r w:rsidRPr="003841D6">
              <w:rPr>
                <w:lang w:bidi="ar-SA"/>
              </w:rPr>
              <w:t xml:space="preserve"> 10</w:t>
            </w:r>
            <w:r w:rsidRPr="00AA01E4">
              <w:rPr>
                <w:vertAlign w:val="superscript"/>
                <w:lang w:bidi="ar-SA"/>
              </w:rPr>
              <w:t>8</w:t>
            </w:r>
          </w:p>
        </w:tc>
        <w:tc>
          <w:tcPr>
            <w:tcW w:w="852" w:type="dxa"/>
          </w:tcPr>
          <w:p w:rsidR="00E912F9" w:rsidRPr="00AA01E4" w:rsidRDefault="00E912F9" w:rsidP="00AA19AE">
            <w:pPr>
              <w:pStyle w:val="22-MT2column"/>
              <w:spacing w:before="20" w:after="20"/>
              <w:jc w:val="center"/>
              <w:rPr>
                <w:rFonts w:eastAsia="Times"/>
              </w:rPr>
            </w:pPr>
            <w:r w:rsidRPr="003841D6">
              <w:rPr>
                <w:lang w:bidi="ar-SA"/>
              </w:rPr>
              <w:t>1.5</w:t>
            </w:r>
          </w:p>
        </w:tc>
      </w:tr>
      <w:tr w:rsidR="00E912F9" w:rsidRPr="003841D6" w:rsidTr="00AA19AE">
        <w:tc>
          <w:tcPr>
            <w:tcW w:w="2472" w:type="dxa"/>
          </w:tcPr>
          <w:p w:rsidR="00E912F9" w:rsidRPr="00AA01E4" w:rsidRDefault="00E912F9" w:rsidP="00AA19AE">
            <w:pPr>
              <w:pStyle w:val="22-MT2column"/>
              <w:spacing w:before="20" w:after="20"/>
              <w:jc w:val="center"/>
              <w:rPr>
                <w:rFonts w:eastAsia="Times"/>
              </w:rPr>
            </w:pPr>
            <w:r w:rsidRPr="003841D6">
              <w:rPr>
                <w:lang w:bidi="ar-SA"/>
              </w:rPr>
              <w:t xml:space="preserve">7.784 </w:t>
            </w:r>
            <w:r w:rsidRPr="00AA01E4">
              <w:rPr>
                <w:rFonts w:ascii="Symbol" w:hAnsi="Symbol"/>
                <w:lang w:bidi="ar-SA"/>
              </w:rPr>
              <w:sym w:font="Symbol" w:char="F0B4"/>
            </w:r>
            <w:r w:rsidRPr="003841D6">
              <w:rPr>
                <w:lang w:bidi="ar-SA"/>
              </w:rPr>
              <w:t xml:space="preserve"> 10</w:t>
            </w:r>
            <w:r w:rsidRPr="00AA01E4">
              <w:rPr>
                <w:vertAlign w:val="superscript"/>
                <w:lang w:bidi="ar-SA"/>
              </w:rPr>
              <w:t>8</w:t>
            </w:r>
          </w:p>
        </w:tc>
        <w:tc>
          <w:tcPr>
            <w:tcW w:w="852" w:type="dxa"/>
          </w:tcPr>
          <w:p w:rsidR="00E912F9" w:rsidRPr="00AA01E4" w:rsidRDefault="00E912F9" w:rsidP="00AA19AE">
            <w:pPr>
              <w:pStyle w:val="22-MT2column"/>
              <w:spacing w:before="20" w:after="20"/>
              <w:jc w:val="center"/>
              <w:rPr>
                <w:rFonts w:eastAsia="Times"/>
              </w:rPr>
            </w:pPr>
            <w:r w:rsidRPr="003841D6">
              <w:rPr>
                <w:lang w:bidi="ar-SA"/>
              </w:rPr>
              <w:t>5.2</w:t>
            </w:r>
          </w:p>
        </w:tc>
      </w:tr>
      <w:tr w:rsidR="00E912F9" w:rsidRPr="003841D6" w:rsidTr="00AA19AE">
        <w:tc>
          <w:tcPr>
            <w:tcW w:w="2472" w:type="dxa"/>
          </w:tcPr>
          <w:p w:rsidR="00E912F9" w:rsidRPr="00AA01E4" w:rsidRDefault="00E912F9" w:rsidP="00AA19AE">
            <w:pPr>
              <w:pStyle w:val="22-MT2column"/>
              <w:spacing w:before="20" w:after="20"/>
              <w:jc w:val="center"/>
              <w:rPr>
                <w:rFonts w:eastAsia="Times"/>
              </w:rPr>
            </w:pPr>
            <w:r w:rsidRPr="003841D6">
              <w:rPr>
                <w:lang w:bidi="ar-SA"/>
              </w:rPr>
              <w:t xml:space="preserve">1.4294 </w:t>
            </w:r>
            <w:r w:rsidRPr="00AA01E4">
              <w:rPr>
                <w:rFonts w:ascii="Symbol" w:hAnsi="Symbol"/>
                <w:lang w:bidi="ar-SA"/>
              </w:rPr>
              <w:sym w:font="Symbol" w:char="F0B4"/>
            </w:r>
            <w:r w:rsidRPr="003841D6">
              <w:rPr>
                <w:lang w:bidi="ar-SA"/>
              </w:rPr>
              <w:t xml:space="preserve"> 10</w:t>
            </w:r>
            <w:r w:rsidRPr="00AA01E4">
              <w:rPr>
                <w:vertAlign w:val="superscript"/>
                <w:lang w:bidi="ar-SA"/>
              </w:rPr>
              <w:t>9</w:t>
            </w:r>
          </w:p>
        </w:tc>
        <w:tc>
          <w:tcPr>
            <w:tcW w:w="852" w:type="dxa"/>
          </w:tcPr>
          <w:p w:rsidR="00E912F9" w:rsidRPr="00AA01E4" w:rsidRDefault="00E912F9" w:rsidP="00AA19AE">
            <w:pPr>
              <w:pStyle w:val="22-MT2column"/>
              <w:spacing w:before="20" w:after="20"/>
              <w:jc w:val="center"/>
              <w:rPr>
                <w:rFonts w:eastAsia="Times"/>
              </w:rPr>
            </w:pPr>
            <w:r w:rsidRPr="003841D6">
              <w:rPr>
                <w:lang w:bidi="ar-SA"/>
              </w:rPr>
              <w:t>9.6</w:t>
            </w:r>
          </w:p>
        </w:tc>
      </w:tr>
      <w:tr w:rsidR="00E912F9" w:rsidRPr="003841D6" w:rsidTr="00AA19AE">
        <w:tc>
          <w:tcPr>
            <w:tcW w:w="2472" w:type="dxa"/>
          </w:tcPr>
          <w:p w:rsidR="00E912F9" w:rsidRPr="00AA01E4" w:rsidRDefault="00E912F9" w:rsidP="00AA19AE">
            <w:pPr>
              <w:pStyle w:val="22-MT2column"/>
              <w:spacing w:before="20" w:after="20"/>
              <w:jc w:val="center"/>
              <w:rPr>
                <w:rFonts w:eastAsia="Times"/>
                <w:vertAlign w:val="superscript"/>
              </w:rPr>
            </w:pPr>
            <w:r w:rsidRPr="003841D6">
              <w:rPr>
                <w:lang w:bidi="ar-SA"/>
              </w:rPr>
              <w:t xml:space="preserve">2.875 </w:t>
            </w:r>
            <w:r w:rsidRPr="00AA01E4">
              <w:rPr>
                <w:rFonts w:ascii="Symbol" w:hAnsi="Symbol"/>
                <w:lang w:bidi="ar-SA"/>
              </w:rPr>
              <w:sym w:font="Symbol" w:char="F0B4"/>
            </w:r>
            <w:r w:rsidRPr="003841D6">
              <w:rPr>
                <w:lang w:bidi="ar-SA"/>
              </w:rPr>
              <w:t xml:space="preserve"> 10</w:t>
            </w:r>
            <w:r w:rsidRPr="00AA01E4">
              <w:rPr>
                <w:vertAlign w:val="superscript"/>
                <w:lang w:bidi="ar-SA"/>
              </w:rPr>
              <w:t>9</w:t>
            </w:r>
          </w:p>
        </w:tc>
        <w:tc>
          <w:tcPr>
            <w:tcW w:w="852" w:type="dxa"/>
          </w:tcPr>
          <w:p w:rsidR="00E912F9" w:rsidRPr="00AA01E4" w:rsidRDefault="00E912F9" w:rsidP="00AA19AE">
            <w:pPr>
              <w:pStyle w:val="22-MT2column"/>
              <w:spacing w:before="20" w:after="20"/>
              <w:jc w:val="center"/>
              <w:rPr>
                <w:rFonts w:eastAsia="Times"/>
              </w:rPr>
            </w:pPr>
            <w:r w:rsidRPr="003841D6">
              <w:rPr>
                <w:lang w:bidi="ar-SA"/>
              </w:rPr>
              <w:t>19.2</w:t>
            </w:r>
          </w:p>
        </w:tc>
      </w:tr>
      <w:tr w:rsidR="00E912F9" w:rsidRPr="003841D6" w:rsidTr="00AA19AE">
        <w:tc>
          <w:tcPr>
            <w:tcW w:w="2472" w:type="dxa"/>
          </w:tcPr>
          <w:p w:rsidR="00E912F9" w:rsidRPr="00AA01E4" w:rsidRDefault="00E912F9" w:rsidP="00AA19AE">
            <w:pPr>
              <w:pStyle w:val="22-MT2column"/>
              <w:spacing w:before="20" w:after="20"/>
              <w:jc w:val="center"/>
              <w:rPr>
                <w:rFonts w:eastAsia="Times"/>
              </w:rPr>
            </w:pPr>
            <w:r w:rsidRPr="003841D6">
              <w:rPr>
                <w:lang w:bidi="ar-SA"/>
              </w:rPr>
              <w:t xml:space="preserve">4.5043 </w:t>
            </w:r>
            <w:r w:rsidRPr="00AA01E4">
              <w:rPr>
                <w:rFonts w:ascii="Symbol" w:hAnsi="Symbol"/>
                <w:lang w:bidi="ar-SA"/>
              </w:rPr>
              <w:sym w:font="Symbol" w:char="F0B4"/>
            </w:r>
            <w:r w:rsidRPr="003841D6">
              <w:rPr>
                <w:lang w:bidi="ar-SA"/>
              </w:rPr>
              <w:t xml:space="preserve"> 10</w:t>
            </w:r>
            <w:r w:rsidRPr="00AA01E4">
              <w:rPr>
                <w:vertAlign w:val="superscript"/>
                <w:lang w:bidi="ar-SA"/>
              </w:rPr>
              <w:t>9</w:t>
            </w:r>
          </w:p>
        </w:tc>
        <w:tc>
          <w:tcPr>
            <w:tcW w:w="852" w:type="dxa"/>
          </w:tcPr>
          <w:p w:rsidR="00E912F9" w:rsidRPr="00AA01E4" w:rsidRDefault="00E912F9" w:rsidP="00AA19AE">
            <w:pPr>
              <w:pStyle w:val="22-MT2column"/>
              <w:spacing w:before="20" w:after="20"/>
              <w:jc w:val="center"/>
              <w:rPr>
                <w:rFonts w:eastAsia="Times"/>
              </w:rPr>
            </w:pPr>
            <w:r w:rsidRPr="003841D6">
              <w:rPr>
                <w:lang w:bidi="ar-SA"/>
              </w:rPr>
              <w:t>30.1</w:t>
            </w:r>
          </w:p>
        </w:tc>
      </w:tr>
    </w:tbl>
    <w:p w:rsidR="00E912F9" w:rsidRPr="00C74E5B" w:rsidRDefault="00E912F9" w:rsidP="00E912F9">
      <w:pPr>
        <w:pStyle w:val="73-AKNumQues"/>
      </w:pPr>
      <w:r w:rsidRPr="00C74E5B">
        <w:tab/>
        <w:t>3.</w:t>
      </w:r>
      <w:r w:rsidRPr="00C74E5B">
        <w:tab/>
      </w:r>
      <w:proofErr w:type="gramStart"/>
      <w:r w:rsidRPr="00C74E5B">
        <w:t>about</w:t>
      </w:r>
      <w:proofErr w:type="gramEnd"/>
      <w:r w:rsidRPr="00C74E5B">
        <w:t xml:space="preserve"> 9.6 times</w:t>
      </w:r>
    </w:p>
    <w:p w:rsidR="00E912F9" w:rsidRPr="00C74E5B" w:rsidRDefault="00E912F9" w:rsidP="00E912F9">
      <w:pPr>
        <w:pStyle w:val="73-AKNumQues"/>
      </w:pPr>
      <w:r w:rsidRPr="00C74E5B">
        <w:tab/>
        <w:t>4.</w:t>
      </w:r>
      <w:r w:rsidRPr="00C74E5B">
        <w:tab/>
      </w:r>
      <w:r>
        <w:t>Neptune</w:t>
      </w:r>
      <w:r w:rsidRPr="00C74E5B">
        <w:t xml:space="preserve">’s distance from the Sun is about </w:t>
      </w:r>
      <w:r>
        <w:t>77.8</w:t>
      </w:r>
      <w:r w:rsidRPr="00C74E5B">
        <w:t xml:space="preserve"> </w:t>
      </w:r>
      <w:r>
        <w:t>t</w:t>
      </w:r>
      <w:r w:rsidRPr="00C74E5B">
        <w:t>imes that of Mercury.</w:t>
      </w:r>
    </w:p>
    <w:p w:rsidR="00E912F9" w:rsidRPr="00C74E5B" w:rsidRDefault="00E912F9" w:rsidP="00E912F9">
      <w:pPr>
        <w:pStyle w:val="72-AKBHead"/>
        <w:spacing w:before="160"/>
      </w:pPr>
      <w:r w:rsidRPr="00C74E5B">
        <w:t>Problem Solving</w:t>
      </w:r>
    </w:p>
    <w:p w:rsidR="00E912F9" w:rsidRPr="00C74E5B" w:rsidRDefault="00E912F9" w:rsidP="00E912F9">
      <w:pPr>
        <w:pStyle w:val="73-AKNumQues"/>
      </w:pPr>
      <w:r w:rsidRPr="00C74E5B">
        <w:tab/>
        <w:t>1.</w:t>
      </w:r>
      <w:r w:rsidRPr="00C74E5B">
        <w:tab/>
        <w:t xml:space="preserve">1.5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t>12</w:t>
      </w:r>
      <w:r w:rsidRPr="00C74E5B">
        <w:tab/>
        <w:t>2.</w:t>
      </w:r>
      <w:r w:rsidRPr="00C74E5B">
        <w:tab/>
        <w:t>1,000,000,000</w:t>
      </w:r>
    </w:p>
    <w:p w:rsidR="00E912F9" w:rsidRPr="00C74E5B" w:rsidRDefault="00E912F9" w:rsidP="00E912F9">
      <w:pPr>
        <w:pStyle w:val="73-AKNumQues"/>
      </w:pPr>
      <w:r w:rsidRPr="00C74E5B">
        <w:tab/>
        <w:t>3.</w:t>
      </w:r>
      <w:r w:rsidRPr="00C74E5B">
        <w:tab/>
        <w:t xml:space="preserve">2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sym w:font="Symbol" w:char="F02D"/>
      </w:r>
      <w:r w:rsidRPr="00C74E5B">
        <w:rPr>
          <w:vertAlign w:val="superscript"/>
        </w:rPr>
        <w:t>8</w:t>
      </w:r>
      <w:r w:rsidRPr="00C74E5B">
        <w:t xml:space="preserve"> m</w:t>
      </w:r>
      <w:r w:rsidRPr="00C74E5B">
        <w:tab/>
        <w:t>4.</w:t>
      </w:r>
      <w:r w:rsidRPr="00C74E5B">
        <w:tab/>
        <w:t>0.002</w:t>
      </w:r>
    </w:p>
    <w:p w:rsidR="00E912F9" w:rsidRPr="00C74E5B" w:rsidRDefault="00E912F9" w:rsidP="00E912F9">
      <w:pPr>
        <w:pStyle w:val="73-AKNumQues"/>
      </w:pPr>
      <w:r w:rsidRPr="00C74E5B">
        <w:tab/>
        <w:t>5.</w:t>
      </w:r>
      <w:r w:rsidRPr="00C74E5B">
        <w:tab/>
        <w:t>B</w:t>
      </w:r>
      <w:r w:rsidRPr="00C74E5B">
        <w:tab/>
        <w:t>6.</w:t>
      </w:r>
      <w:r w:rsidRPr="00C74E5B">
        <w:tab/>
        <w:t>G</w:t>
      </w:r>
    </w:p>
    <w:p w:rsidR="00E912F9" w:rsidRPr="00C74E5B" w:rsidRDefault="00E912F9" w:rsidP="00E912F9">
      <w:pPr>
        <w:pStyle w:val="73-AKNumQues"/>
      </w:pPr>
      <w:r w:rsidRPr="00C74E5B">
        <w:tab/>
      </w:r>
      <w:proofErr w:type="gramStart"/>
      <w:r w:rsidRPr="00C74E5B">
        <w:t>7.</w:t>
      </w:r>
      <w:r w:rsidRPr="00C74E5B">
        <w:tab/>
        <w:t>A</w:t>
      </w:r>
      <w:proofErr w:type="gramEnd"/>
      <w:r w:rsidRPr="00C74E5B">
        <w:tab/>
        <w:t>8.</w:t>
      </w:r>
      <w:r w:rsidRPr="00C74E5B">
        <w:tab/>
        <w:t>F</w:t>
      </w:r>
    </w:p>
    <w:p w:rsidR="00E912F9" w:rsidRPr="00C74E5B" w:rsidRDefault="00E912F9" w:rsidP="00E912F9">
      <w:pPr>
        <w:pStyle w:val="73-AKNumQues"/>
      </w:pPr>
      <w:r w:rsidRPr="00C74E5B">
        <w:tab/>
        <w:t>9.</w:t>
      </w:r>
      <w:r w:rsidRPr="00C74E5B">
        <w:tab/>
        <w:t>D</w:t>
      </w:r>
    </w:p>
    <w:p w:rsidR="00E912F9" w:rsidRPr="00C74E5B" w:rsidRDefault="00E912F9" w:rsidP="00E912F9">
      <w:pPr>
        <w:pStyle w:val="72-AKBHead"/>
      </w:pPr>
      <w:r w:rsidRPr="00C74E5B">
        <w:t>Reading Strategies</w:t>
      </w:r>
    </w:p>
    <w:p w:rsidR="00E912F9" w:rsidRPr="00C74E5B" w:rsidRDefault="00E912F9" w:rsidP="00E912F9">
      <w:pPr>
        <w:pStyle w:val="73-AKNumQues"/>
      </w:pPr>
      <w:r w:rsidRPr="00C74E5B">
        <w:tab/>
        <w:t>1.</w:t>
      </w:r>
      <w:r w:rsidRPr="00C74E5B">
        <w:tab/>
        <w:t>5 places</w:t>
      </w:r>
      <w:r w:rsidRPr="00C74E5B">
        <w:tab/>
        <w:t>2.</w:t>
      </w:r>
      <w:r w:rsidRPr="00C74E5B">
        <w:tab/>
      </w:r>
      <w:proofErr w:type="gramStart"/>
      <w:r w:rsidRPr="00C74E5B">
        <w:t>to</w:t>
      </w:r>
      <w:proofErr w:type="gramEnd"/>
      <w:r w:rsidRPr="00C74E5B">
        <w:t xml:space="preserve"> the right</w:t>
      </w:r>
    </w:p>
    <w:p w:rsidR="00E912F9" w:rsidRPr="00C74E5B" w:rsidRDefault="00E912F9" w:rsidP="00E912F9">
      <w:pPr>
        <w:pStyle w:val="73-AKNumQues"/>
      </w:pPr>
      <w:r w:rsidRPr="00C74E5B">
        <w:tab/>
        <w:t>3.</w:t>
      </w:r>
      <w:r w:rsidRPr="00C74E5B">
        <w:tab/>
      </w:r>
      <w:proofErr w:type="gramStart"/>
      <w:r w:rsidRPr="00C74E5B">
        <w:t>negative</w:t>
      </w:r>
      <w:proofErr w:type="gramEnd"/>
      <w:r w:rsidRPr="00C74E5B">
        <w:tab/>
        <w:t>4.</w:t>
      </w:r>
      <w:r w:rsidRPr="00C74E5B">
        <w:tab/>
        <w:t xml:space="preserve">7.8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sym w:font="Symbol" w:char="F02D"/>
      </w:r>
      <w:r w:rsidRPr="00C74E5B">
        <w:rPr>
          <w:vertAlign w:val="superscript"/>
        </w:rPr>
        <w:t>5</w:t>
      </w:r>
    </w:p>
    <w:p w:rsidR="00E912F9" w:rsidRDefault="00E912F9" w:rsidP="00E912F9">
      <w:pPr>
        <w:pStyle w:val="73-AKNumQues"/>
      </w:pPr>
      <w:r w:rsidRPr="00C74E5B">
        <w:tab/>
        <w:t>5.</w:t>
      </w:r>
      <w:r w:rsidRPr="00C74E5B">
        <w:tab/>
        <w:t>8 places</w:t>
      </w:r>
      <w:r w:rsidRPr="00C74E5B">
        <w:tab/>
        <w:t>6.</w:t>
      </w:r>
      <w:r w:rsidRPr="00C74E5B">
        <w:tab/>
      </w:r>
      <w:proofErr w:type="gramStart"/>
      <w:r w:rsidRPr="00C74E5B">
        <w:t>to</w:t>
      </w:r>
      <w:proofErr w:type="gramEnd"/>
      <w:r w:rsidRPr="00C74E5B">
        <w:t xml:space="preserve"> the left</w:t>
      </w:r>
    </w:p>
    <w:p w:rsidR="00E912F9" w:rsidRPr="00C74E5B" w:rsidRDefault="00E912F9" w:rsidP="00E912F9">
      <w:pPr>
        <w:pStyle w:val="73-AKNumQues"/>
      </w:pPr>
      <w:r w:rsidRPr="00C74E5B">
        <w:tab/>
      </w:r>
      <w:r>
        <w:t>7</w:t>
      </w:r>
      <w:r w:rsidRPr="00C74E5B">
        <w:t>.</w:t>
      </w:r>
      <w:r w:rsidRPr="00C74E5B">
        <w:tab/>
      </w:r>
      <w:proofErr w:type="gramStart"/>
      <w:r>
        <w:t>positive</w:t>
      </w:r>
      <w:proofErr w:type="gramEnd"/>
    </w:p>
    <w:p w:rsidR="00E912F9" w:rsidRPr="00C74E5B" w:rsidRDefault="00E912F9" w:rsidP="00E912F9">
      <w:pPr>
        <w:pStyle w:val="72-AKBHead"/>
      </w:pPr>
      <w:r w:rsidRPr="00C74E5B">
        <w:t>Puzzles, Twisters &amp; Teasers</w:t>
      </w:r>
    </w:p>
    <w:p w:rsidR="00E912F9" w:rsidRPr="00502D27" w:rsidRDefault="00E912F9" w:rsidP="00E912F9">
      <w:pPr>
        <w:pStyle w:val="73-AKNumQues"/>
      </w:pPr>
      <w:r>
        <w:tab/>
      </w:r>
      <w:r w:rsidRPr="00502D27">
        <w:t>I.</w:t>
      </w:r>
      <w:r w:rsidRPr="00502D27">
        <w:tab/>
        <w:t>5</w:t>
      </w:r>
      <w:r w:rsidRPr="00502D27">
        <w:tab/>
        <w:t>E.</w:t>
      </w:r>
      <w:r w:rsidRPr="00502D27">
        <w:tab/>
        <w:t>7</w:t>
      </w:r>
    </w:p>
    <w:p w:rsidR="00E912F9" w:rsidRPr="00502D27" w:rsidRDefault="00E912F9" w:rsidP="00E912F9">
      <w:pPr>
        <w:pStyle w:val="73-AKNumQues"/>
      </w:pPr>
      <w:r w:rsidRPr="00502D27">
        <w:tab/>
        <w:t>N.</w:t>
      </w:r>
      <w:r w:rsidRPr="00502D27">
        <w:tab/>
      </w:r>
      <w:r w:rsidRPr="00502D27">
        <w:sym w:font="Symbol" w:char="F02D"/>
      </w:r>
      <w:r w:rsidRPr="00502D27">
        <w:t>4</w:t>
      </w:r>
      <w:r w:rsidRPr="00502D27">
        <w:tab/>
        <w:t>A.</w:t>
      </w:r>
      <w:r w:rsidRPr="00502D27">
        <w:tab/>
      </w:r>
      <w:r w:rsidRPr="00502D27">
        <w:sym w:font="Symbol" w:char="F02D"/>
      </w:r>
      <w:r w:rsidRPr="00502D27">
        <w:t>6</w:t>
      </w:r>
    </w:p>
    <w:p w:rsidR="00E912F9" w:rsidRPr="00502D27" w:rsidRDefault="00E912F9" w:rsidP="00E912F9">
      <w:pPr>
        <w:pStyle w:val="73-AKNumQues"/>
      </w:pPr>
      <w:r w:rsidRPr="00502D27">
        <w:tab/>
        <w:t>C.</w:t>
      </w:r>
      <w:r w:rsidRPr="00502D27">
        <w:tab/>
        <w:t>8</w:t>
      </w:r>
      <w:r w:rsidRPr="00502D27">
        <w:tab/>
        <w:t>H.</w:t>
      </w:r>
      <w:r w:rsidRPr="00502D27">
        <w:tab/>
      </w:r>
      <w:r w:rsidRPr="00502D27">
        <w:sym w:font="Symbol" w:char="F02D"/>
      </w:r>
      <w:r w:rsidRPr="00502D27">
        <w:t>7</w:t>
      </w:r>
    </w:p>
    <w:p w:rsidR="00E912F9" w:rsidRPr="00502D27" w:rsidRDefault="00E912F9" w:rsidP="00E912F9">
      <w:pPr>
        <w:pStyle w:val="73-AKNumQues"/>
      </w:pPr>
      <w:r w:rsidRPr="00502D27">
        <w:tab/>
        <w:t>N.</w:t>
      </w:r>
      <w:r w:rsidRPr="00502D27">
        <w:tab/>
      </w:r>
      <w:r w:rsidRPr="00502D27">
        <w:sym w:font="Symbol" w:char="F02D"/>
      </w:r>
      <w:r w:rsidRPr="00502D27">
        <w:t>4</w:t>
      </w:r>
      <w:r w:rsidRPr="00502D27">
        <w:tab/>
        <w:t>M.</w:t>
      </w:r>
      <w:r w:rsidRPr="00502D27">
        <w:tab/>
        <w:t>6</w:t>
      </w:r>
    </w:p>
    <w:p w:rsidR="00E912F9" w:rsidRPr="00502D27" w:rsidRDefault="00E912F9" w:rsidP="00E912F9">
      <w:pPr>
        <w:pStyle w:val="73-AKNumQues"/>
      </w:pPr>
      <w:r w:rsidRPr="00502D27">
        <w:tab/>
        <w:t>L.</w:t>
      </w:r>
      <w:r w:rsidRPr="00502D27">
        <w:tab/>
      </w:r>
      <w:r w:rsidRPr="00502D27">
        <w:sym w:font="Symbol" w:char="F02D"/>
      </w:r>
      <w:r w:rsidRPr="00502D27">
        <w:t>2</w:t>
      </w:r>
      <w:r w:rsidRPr="00502D27">
        <w:tab/>
        <w:t>B.</w:t>
      </w:r>
      <w:r w:rsidRPr="00502D27">
        <w:tab/>
        <w:t>3</w:t>
      </w:r>
    </w:p>
    <w:p w:rsidR="00E912F9" w:rsidRPr="00502D27" w:rsidRDefault="00E912F9" w:rsidP="00E912F9">
      <w:pPr>
        <w:pStyle w:val="73-AKNumQues"/>
      </w:pPr>
      <w:r w:rsidRPr="00502D27">
        <w:tab/>
        <w:t>U.</w:t>
      </w:r>
      <w:r w:rsidRPr="00502D27">
        <w:tab/>
        <w:t>2</w:t>
      </w:r>
      <w:r w:rsidRPr="00502D27">
        <w:tab/>
        <w:t>X.</w:t>
      </w:r>
      <w:r w:rsidRPr="00502D27">
        <w:tab/>
        <w:t>9</w:t>
      </w:r>
    </w:p>
    <w:p w:rsidR="00E912F9" w:rsidRDefault="00E912F9" w:rsidP="00E912F9">
      <w:pPr>
        <w:pStyle w:val="73-AKNumQues"/>
        <w:tabs>
          <w:tab w:val="clear" w:pos="320"/>
          <w:tab w:val="clear" w:pos="420"/>
          <w:tab w:val="right" w:pos="48"/>
          <w:tab w:val="left" w:pos="192"/>
        </w:tabs>
        <w:spacing w:before="240"/>
      </w:pPr>
      <w:r>
        <w:tab/>
      </w:r>
      <w:r>
        <w:tab/>
        <w:t xml:space="preserve">I </w:t>
      </w:r>
      <w:r w:rsidRPr="00502D27">
        <w:t xml:space="preserve"> N   A</w:t>
      </w:r>
      <w:r>
        <w:t xml:space="preserve">   </w:t>
      </w:r>
      <w:proofErr w:type="gramStart"/>
      <w:r>
        <w:t>H  A</w:t>
      </w:r>
      <w:proofErr w:type="gramEnd"/>
      <w:r>
        <w:t xml:space="preserve">  M  B  U  L  A  N  C </w:t>
      </w:r>
      <w:r w:rsidRPr="00502D27">
        <w:t xml:space="preserve"> E</w:t>
      </w:r>
    </w:p>
    <w:p w:rsidR="00E912F9" w:rsidRDefault="00E912F9" w:rsidP="00E912F9">
      <w:pPr>
        <w:pStyle w:val="71-AKAhead"/>
      </w:pPr>
      <w:r>
        <w:rPr>
          <w:caps w:val="0"/>
          <w:sz w:val="24"/>
          <w:szCs w:val="24"/>
        </w:rPr>
        <w:t xml:space="preserve">Answers for </w:t>
      </w:r>
      <w:r>
        <w:t>L</w:t>
      </w:r>
      <w:r>
        <w:rPr>
          <w:caps w:val="0"/>
        </w:rPr>
        <w:t>esson</w:t>
      </w:r>
      <w:r>
        <w:t xml:space="preserve"> 4</w:t>
      </w:r>
    </w:p>
    <w:p w:rsidR="00E912F9" w:rsidRDefault="00E912F9" w:rsidP="00E912F9">
      <w:pPr>
        <w:pStyle w:val="72-AKBHead"/>
      </w:pPr>
      <w:r>
        <w:t>Practice A</w:t>
      </w:r>
      <w:r>
        <w:tab/>
      </w:r>
    </w:p>
    <w:p w:rsidR="00E912F9" w:rsidRDefault="00E912F9" w:rsidP="00E912F9">
      <w:pPr>
        <w:pStyle w:val="72-AKBHead"/>
      </w:pPr>
      <w:r w:rsidRPr="005F5D23">
        <w:rPr>
          <w:b w:val="0"/>
        </w:rPr>
        <w:t>1.</w:t>
      </w:r>
      <w:r>
        <w:tab/>
      </w:r>
      <w:r w:rsidRPr="000013B9">
        <w:rPr>
          <w:b w:val="0"/>
        </w:rPr>
        <w:t xml:space="preserve">7.95 </w:t>
      </w:r>
      <w:r w:rsidRPr="000013B9">
        <w:rPr>
          <w:b w:val="0"/>
        </w:rPr>
        <w:sym w:font="Symbol" w:char="F0B4"/>
      </w:r>
      <w:r w:rsidRPr="000013B9">
        <w:rPr>
          <w:b w:val="0"/>
        </w:rPr>
        <w:t xml:space="preserve"> 10</w:t>
      </w:r>
      <w:r w:rsidRPr="000013B9">
        <w:rPr>
          <w:b w:val="0"/>
          <w:vertAlign w:val="superscript"/>
        </w:rPr>
        <w:t>9</w:t>
      </w:r>
      <w:r>
        <w:t xml:space="preserve"> </w:t>
      </w:r>
      <w:r>
        <w:tab/>
      </w:r>
    </w:p>
    <w:p w:rsidR="00E912F9" w:rsidRPr="005F5D23" w:rsidRDefault="00E912F9" w:rsidP="00E912F9">
      <w:pPr>
        <w:pStyle w:val="72-AKBHead"/>
      </w:pPr>
      <w:r w:rsidRPr="005F5D23">
        <w:rPr>
          <w:b w:val="0"/>
        </w:rPr>
        <w:lastRenderedPageBreak/>
        <w:t>2.</w:t>
      </w:r>
      <w:r>
        <w:t xml:space="preserve">    </w:t>
      </w:r>
      <w:r w:rsidRPr="000013B9">
        <w:rPr>
          <w:b w:val="0"/>
        </w:rPr>
        <w:t xml:space="preserve">2.3668 </w:t>
      </w:r>
      <w:r w:rsidRPr="000013B9">
        <w:rPr>
          <w:b w:val="0"/>
        </w:rPr>
        <w:sym w:font="Symbol" w:char="F0B4"/>
      </w:r>
      <w:r w:rsidRPr="000013B9">
        <w:rPr>
          <w:b w:val="0"/>
        </w:rPr>
        <w:t>10</w:t>
      </w:r>
      <w:r w:rsidRPr="000013B9">
        <w:rPr>
          <w:b w:val="0"/>
          <w:vertAlign w:val="superscript"/>
        </w:rPr>
        <w:t>6</w:t>
      </w:r>
      <w:r>
        <w:t xml:space="preserve"> </w:t>
      </w:r>
    </w:p>
    <w:p w:rsidR="00E912F9" w:rsidRDefault="00E912F9" w:rsidP="00E912F9">
      <w:pPr>
        <w:pStyle w:val="73-AKNumQues"/>
      </w:pPr>
      <w:r w:rsidRPr="000013B9">
        <w:t>3.</w:t>
      </w:r>
      <w:r>
        <w:t xml:space="preserve">   </w:t>
      </w:r>
      <w:r>
        <w:tab/>
        <w:t xml:space="preserve">6.249 </w:t>
      </w:r>
      <w:r>
        <w:sym w:font="Symbol" w:char="F0B4"/>
      </w:r>
      <w:r>
        <w:t xml:space="preserve"> 10</w:t>
      </w:r>
      <w:r>
        <w:rPr>
          <w:vertAlign w:val="superscript"/>
        </w:rPr>
        <w:t>4</w:t>
      </w:r>
    </w:p>
    <w:p w:rsidR="00E912F9" w:rsidRPr="002454F7" w:rsidRDefault="00E912F9" w:rsidP="00E912F9">
      <w:pPr>
        <w:pStyle w:val="73-AKNumQues"/>
        <w:rPr>
          <w:b/>
        </w:rPr>
      </w:pPr>
      <w:r w:rsidRPr="000013B9">
        <w:t>4.</w:t>
      </w:r>
      <w:r w:rsidRPr="005F5D23">
        <w:rPr>
          <w:b/>
        </w:rPr>
        <w:tab/>
      </w:r>
      <w:r>
        <w:rPr>
          <w:b/>
        </w:rPr>
        <w:t xml:space="preserve">   </w:t>
      </w:r>
      <w:r>
        <w:t xml:space="preserve">3.99 </w:t>
      </w:r>
      <w:r>
        <w:sym w:font="Symbol" w:char="F0B4"/>
      </w:r>
      <w:r>
        <w:t>10</w:t>
      </w:r>
      <w:r>
        <w:rPr>
          <w:rFonts w:cs="Arial"/>
          <w:vertAlign w:val="superscript"/>
        </w:rPr>
        <w:t>−</w:t>
      </w:r>
      <w:r>
        <w:rPr>
          <w:vertAlign w:val="superscript"/>
        </w:rPr>
        <w:t>6</w:t>
      </w:r>
      <w:r>
        <w:t xml:space="preserve"> </w:t>
      </w:r>
    </w:p>
    <w:p w:rsidR="00E912F9" w:rsidRDefault="00E912F9" w:rsidP="00E912F9">
      <w:pPr>
        <w:pStyle w:val="73-AKNumQues"/>
      </w:pPr>
      <w:r w:rsidRPr="000013B9">
        <w:t>5.</w:t>
      </w:r>
      <w:r w:rsidRPr="005F5D23">
        <w:rPr>
          <w:b/>
        </w:rPr>
        <w:tab/>
      </w:r>
      <w:r>
        <w:rPr>
          <w:b/>
        </w:rPr>
        <w:t xml:space="preserve">   </w:t>
      </w:r>
      <w:r>
        <w:t xml:space="preserve">1.22 </w:t>
      </w:r>
      <w:r>
        <w:sym w:font="Symbol" w:char="F0B4"/>
      </w:r>
      <w:r>
        <w:t>10</w:t>
      </w:r>
      <w:r>
        <w:rPr>
          <w:vertAlign w:val="superscript"/>
        </w:rPr>
        <w:t>3</w:t>
      </w:r>
      <w:r>
        <w:t xml:space="preserve"> </w:t>
      </w:r>
    </w:p>
    <w:p w:rsidR="00E912F9" w:rsidRPr="000013B9" w:rsidRDefault="00E912F9" w:rsidP="00E912F9">
      <w:pPr>
        <w:pStyle w:val="73-AKNumQues"/>
        <w:rPr>
          <w:b/>
        </w:rPr>
      </w:pPr>
      <w:r>
        <w:t xml:space="preserve">6.   1.8 </w:t>
      </w:r>
      <w:r>
        <w:sym w:font="Symbol" w:char="F0B4"/>
      </w:r>
      <w:r>
        <w:t>10</w:t>
      </w:r>
      <w:r>
        <w:rPr>
          <w:vertAlign w:val="superscript"/>
        </w:rPr>
        <w:t>4</w:t>
      </w:r>
    </w:p>
    <w:p w:rsidR="00E912F9" w:rsidRDefault="00E912F9" w:rsidP="00E912F9">
      <w:pPr>
        <w:pStyle w:val="73-AKNumQues"/>
      </w:pPr>
      <w:r>
        <w:t>7.   1.86 times</w:t>
      </w:r>
    </w:p>
    <w:p w:rsidR="00E912F9" w:rsidRDefault="00E912F9" w:rsidP="00E912F9">
      <w:pPr>
        <w:pStyle w:val="73-AKNumQues"/>
      </w:pPr>
      <w:r>
        <w:t xml:space="preserve">8.   5.91 </w:t>
      </w:r>
      <w:r>
        <w:sym w:font="Symbol" w:char="F0B4"/>
      </w:r>
      <w:r>
        <w:t>10</w:t>
      </w:r>
      <w:r>
        <w:rPr>
          <w:vertAlign w:val="superscript"/>
        </w:rPr>
        <w:t>24</w:t>
      </w:r>
    </w:p>
    <w:p w:rsidR="00E912F9" w:rsidRDefault="00E912F9" w:rsidP="00E912F9">
      <w:pPr>
        <w:pStyle w:val="73-AKNumQues"/>
      </w:pPr>
      <w:r>
        <w:t xml:space="preserve">9.   1.0 </w:t>
      </w:r>
      <w:r>
        <w:sym w:font="Symbol" w:char="F0B4"/>
      </w:r>
      <w:r>
        <w:t>10</w:t>
      </w:r>
      <w:r>
        <w:rPr>
          <w:vertAlign w:val="superscript"/>
        </w:rPr>
        <w:t>7</w:t>
      </w:r>
    </w:p>
    <w:p w:rsidR="00E912F9" w:rsidRDefault="00E912F9" w:rsidP="00E912F9">
      <w:pPr>
        <w:pStyle w:val="73-AKNumQues"/>
      </w:pPr>
      <w:r>
        <w:t xml:space="preserve">Sources for question 7) </w:t>
      </w:r>
      <w:hyperlink r:id="rId9" w:history="1">
        <w:r w:rsidRPr="00F80576">
          <w:rPr>
            <w:rStyle w:val="Hyperlink"/>
          </w:rPr>
          <w:t>www.bloomingtonmn.org</w:t>
        </w:r>
      </w:hyperlink>
    </w:p>
    <w:p w:rsidR="00E912F9" w:rsidRDefault="00E912F9" w:rsidP="00E912F9">
      <w:pPr>
        <w:pStyle w:val="73-AKNumQues"/>
      </w:pPr>
      <w:r>
        <w:t xml:space="preserve">Sources for questions 8 and 9) </w:t>
      </w:r>
      <w:hyperlink r:id="rId10" w:history="1">
        <w:r w:rsidRPr="00F80576">
          <w:rPr>
            <w:rStyle w:val="Hyperlink"/>
          </w:rPr>
          <w:t>www.ask.com</w:t>
        </w:r>
      </w:hyperlink>
    </w:p>
    <w:p w:rsidR="00E912F9" w:rsidRDefault="00E912F9" w:rsidP="00E912F9">
      <w:pPr>
        <w:pStyle w:val="72-AKBHead"/>
      </w:pPr>
      <w:r>
        <w:t>Practice B</w:t>
      </w:r>
    </w:p>
    <w:p w:rsidR="00E912F9" w:rsidRDefault="00E912F9" w:rsidP="00E912F9">
      <w:pPr>
        <w:pStyle w:val="73-AKNumQues"/>
      </w:pPr>
      <w:r>
        <w:tab/>
      </w:r>
      <w:r w:rsidRPr="005F5D23">
        <w:rPr>
          <w:b/>
        </w:rPr>
        <w:t>1.</w:t>
      </w:r>
      <w:r>
        <w:tab/>
        <w:t xml:space="preserve">6.634 </w:t>
      </w:r>
      <w:r>
        <w:sym w:font="Symbol" w:char="F0B4"/>
      </w:r>
      <w:r>
        <w:t xml:space="preserve"> 10</w:t>
      </w:r>
      <w:r>
        <w:rPr>
          <w:vertAlign w:val="superscript"/>
        </w:rPr>
        <w:t>5</w:t>
      </w:r>
      <w:r>
        <w:t xml:space="preserve"> sq mi</w:t>
      </w:r>
    </w:p>
    <w:p w:rsidR="00E912F9" w:rsidRPr="005F5D23" w:rsidRDefault="00E912F9" w:rsidP="00E912F9">
      <w:pPr>
        <w:pStyle w:val="73-AKNumQues"/>
      </w:pPr>
      <w:r>
        <w:tab/>
      </w:r>
      <w:r w:rsidRPr="005F5D23">
        <w:rPr>
          <w:b/>
        </w:rPr>
        <w:t>2.</w:t>
      </w:r>
      <w:r>
        <w:tab/>
        <w:t xml:space="preserve">6.220 </w:t>
      </w:r>
      <w:r>
        <w:sym w:font="Symbol" w:char="F0B4"/>
      </w:r>
      <w:r>
        <w:t>10</w:t>
      </w:r>
      <w:r>
        <w:rPr>
          <w:vertAlign w:val="superscript"/>
        </w:rPr>
        <w:t>0</w:t>
      </w:r>
      <w:r>
        <w:t xml:space="preserve"> times</w:t>
      </w:r>
    </w:p>
    <w:p w:rsidR="00E912F9" w:rsidRDefault="00E912F9" w:rsidP="00E912F9">
      <w:pPr>
        <w:pStyle w:val="73-AKNumQues"/>
        <w:rPr>
          <w:vertAlign w:val="superscript"/>
        </w:rPr>
      </w:pPr>
      <w:r w:rsidRPr="005F5D23">
        <w:rPr>
          <w:b/>
        </w:rPr>
        <w:tab/>
        <w:t>3.</w:t>
      </w:r>
      <w:r>
        <w:tab/>
        <w:t xml:space="preserve">$5.368 </w:t>
      </w:r>
      <w:r>
        <w:sym w:font="Symbol" w:char="F0B4"/>
      </w:r>
      <w:r>
        <w:t xml:space="preserve"> 10</w:t>
      </w:r>
      <w:r>
        <w:rPr>
          <w:vertAlign w:val="superscript"/>
        </w:rPr>
        <w:t>9</w:t>
      </w:r>
    </w:p>
    <w:p w:rsidR="00E912F9" w:rsidRPr="005F5D23" w:rsidRDefault="00E912F9" w:rsidP="00E912F9">
      <w:pPr>
        <w:pStyle w:val="73-AKNumQues"/>
      </w:pPr>
      <w:r>
        <w:tab/>
      </w:r>
      <w:r w:rsidRPr="005F5D23">
        <w:rPr>
          <w:b/>
        </w:rPr>
        <w:t>4.</w:t>
      </w:r>
      <w:r w:rsidRPr="005F5D23">
        <w:rPr>
          <w:b/>
        </w:rPr>
        <w:tab/>
      </w:r>
      <w:r>
        <w:t xml:space="preserve">6.6 </w:t>
      </w:r>
      <w:r>
        <w:sym w:font="Symbol" w:char="F0B4"/>
      </w:r>
      <w:r>
        <w:t>10</w:t>
      </w:r>
      <w:r>
        <w:rPr>
          <w:vertAlign w:val="superscript"/>
        </w:rPr>
        <w:t>8</w:t>
      </w:r>
      <w:r>
        <w:t xml:space="preserve"> times</w:t>
      </w:r>
    </w:p>
    <w:p w:rsidR="00E912F9" w:rsidRPr="005F5D23" w:rsidRDefault="00E912F9" w:rsidP="00E912F9">
      <w:pPr>
        <w:pStyle w:val="73-AKNumQues"/>
      </w:pPr>
      <w:r w:rsidRPr="005F5D23">
        <w:rPr>
          <w:b/>
        </w:rPr>
        <w:tab/>
        <w:t>5.</w:t>
      </w:r>
      <w:r w:rsidRPr="005F5D23">
        <w:rPr>
          <w:b/>
        </w:rPr>
        <w:tab/>
      </w:r>
      <w:r>
        <w:t xml:space="preserve">2.7075 </w:t>
      </w:r>
      <w:r>
        <w:sym w:font="Symbol" w:char="F0B4"/>
      </w:r>
      <w:r>
        <w:t>10</w:t>
      </w:r>
      <w:r>
        <w:rPr>
          <w:vertAlign w:val="superscript"/>
        </w:rPr>
        <w:t>8</w:t>
      </w:r>
      <w:r>
        <w:t xml:space="preserve"> cu yd</w:t>
      </w:r>
    </w:p>
    <w:p w:rsidR="00E912F9" w:rsidRDefault="00E912F9" w:rsidP="00E912F9">
      <w:pPr>
        <w:pStyle w:val="72-AKBHead"/>
      </w:pPr>
      <w:r>
        <w:t>Practice C</w:t>
      </w:r>
    </w:p>
    <w:p w:rsidR="00E912F9" w:rsidRPr="005F5D23" w:rsidRDefault="00E912F9" w:rsidP="00E912F9">
      <w:pPr>
        <w:pStyle w:val="73-AKNumQues"/>
      </w:pPr>
      <w:r>
        <w:tab/>
      </w:r>
      <w:r w:rsidRPr="005F5D23">
        <w:rPr>
          <w:b/>
        </w:rPr>
        <w:t>1.</w:t>
      </w:r>
      <w:r>
        <w:tab/>
        <w:t xml:space="preserve">1.56 </w:t>
      </w:r>
      <w:r>
        <w:sym w:font="Symbol" w:char="F0B4"/>
      </w:r>
      <w:r>
        <w:t xml:space="preserve"> 10</w:t>
      </w:r>
      <w:r>
        <w:rPr>
          <w:vertAlign w:val="superscript"/>
        </w:rPr>
        <w:t>5</w:t>
      </w:r>
      <w:r>
        <w:t xml:space="preserve"> sq mi</w:t>
      </w:r>
      <w:r>
        <w:tab/>
      </w:r>
      <w:r w:rsidRPr="005F5D23">
        <w:rPr>
          <w:b/>
        </w:rPr>
        <w:t>2.</w:t>
      </w:r>
      <w:r>
        <w:tab/>
        <w:t xml:space="preserve">3.66 </w:t>
      </w:r>
      <w:r>
        <w:sym w:font="Symbol" w:char="F0B4"/>
      </w:r>
      <w:r>
        <w:t xml:space="preserve"> 10</w:t>
      </w:r>
      <w:r>
        <w:rPr>
          <w:vertAlign w:val="superscript"/>
        </w:rPr>
        <w:t>7</w:t>
      </w:r>
    </w:p>
    <w:p w:rsidR="00E912F9" w:rsidRPr="005F5D23" w:rsidRDefault="00E912F9" w:rsidP="00E912F9">
      <w:pPr>
        <w:pStyle w:val="73-AKNumQues"/>
      </w:pPr>
      <w:r w:rsidRPr="005F5D23">
        <w:rPr>
          <w:b/>
        </w:rPr>
        <w:tab/>
        <w:t>3.</w:t>
      </w:r>
      <w:r>
        <w:tab/>
        <w:t xml:space="preserve">2.45 </w:t>
      </w:r>
      <w:r>
        <w:sym w:font="Symbol" w:char="F0B4"/>
      </w:r>
      <w:r>
        <w:t xml:space="preserve"> 10</w:t>
      </w:r>
      <w:r>
        <w:rPr>
          <w:vertAlign w:val="superscript"/>
        </w:rPr>
        <w:t>3</w:t>
      </w:r>
      <w:r>
        <w:t xml:space="preserve"> km</w:t>
      </w:r>
      <w:r>
        <w:tab/>
      </w:r>
      <w:r w:rsidRPr="005F5D23">
        <w:rPr>
          <w:b/>
        </w:rPr>
        <w:t>4.</w:t>
      </w:r>
      <w:r w:rsidRPr="005F5D23">
        <w:rPr>
          <w:b/>
        </w:rPr>
        <w:tab/>
      </w:r>
      <w:r>
        <w:t xml:space="preserve">5.6 </w:t>
      </w:r>
      <w:r>
        <w:sym w:font="Symbol" w:char="F0B4"/>
      </w:r>
      <w:r>
        <w:t>10</w:t>
      </w:r>
      <w:r>
        <w:rPr>
          <w:vertAlign w:val="superscript"/>
        </w:rPr>
        <w:t>0</w:t>
      </w:r>
    </w:p>
    <w:p w:rsidR="00E912F9" w:rsidRDefault="00E912F9" w:rsidP="00E912F9">
      <w:pPr>
        <w:pStyle w:val="73-AKNumQues"/>
      </w:pPr>
      <w:r w:rsidRPr="005F5D23">
        <w:rPr>
          <w:b/>
        </w:rPr>
        <w:tab/>
        <w:t>5.</w:t>
      </w:r>
      <w:r w:rsidRPr="005F5D23">
        <w:rPr>
          <w:b/>
        </w:rPr>
        <w:tab/>
      </w:r>
      <w:r>
        <w:t xml:space="preserve">9.2 </w:t>
      </w:r>
      <w:r>
        <w:sym w:font="Symbol" w:char="F0B4"/>
      </w:r>
      <w:r>
        <w:t xml:space="preserve"> 10</w:t>
      </w:r>
      <w:r>
        <w:rPr>
          <w:vertAlign w:val="superscript"/>
        </w:rPr>
        <w:t>10</w:t>
      </w:r>
      <w:r>
        <w:t xml:space="preserve"> pounds   </w:t>
      </w:r>
      <w:r w:rsidRPr="0085163C">
        <w:rPr>
          <w:b/>
        </w:rPr>
        <w:t>6.</w:t>
      </w:r>
      <w:r>
        <w:t xml:space="preserve">  8.3 minutes</w:t>
      </w:r>
    </w:p>
    <w:p w:rsidR="00E912F9" w:rsidRDefault="00E912F9" w:rsidP="00E912F9">
      <w:pPr>
        <w:pStyle w:val="73-AKNumQues"/>
      </w:pPr>
      <w:r>
        <w:t xml:space="preserve">Sources for questions 1, 2, and 4:  </w:t>
      </w:r>
      <w:hyperlink r:id="rId11" w:history="1">
        <w:r w:rsidRPr="004E2D0E">
          <w:rPr>
            <w:rStyle w:val="Hyperlink"/>
          </w:rPr>
          <w:t>www.infoplease.com</w:t>
        </w:r>
      </w:hyperlink>
    </w:p>
    <w:p w:rsidR="00E912F9" w:rsidRDefault="00E912F9" w:rsidP="00E912F9">
      <w:pPr>
        <w:pStyle w:val="73-AKNumQues"/>
      </w:pPr>
      <w:r>
        <w:t xml:space="preserve">Source for question 3:  </w:t>
      </w:r>
      <w:hyperlink r:id="rId12" w:history="1">
        <w:r w:rsidRPr="004E2D0E">
          <w:rPr>
            <w:rStyle w:val="Hyperlink"/>
          </w:rPr>
          <w:t>http://solarsystem.nasa.gov.planets</w:t>
        </w:r>
      </w:hyperlink>
    </w:p>
    <w:p w:rsidR="00E912F9" w:rsidRDefault="00E912F9" w:rsidP="00E912F9">
      <w:pPr>
        <w:pStyle w:val="73-AKNumQues"/>
      </w:pPr>
      <w:r>
        <w:t xml:space="preserve">Sources for question 5:  </w:t>
      </w:r>
      <w:hyperlink r:id="rId13" w:history="1">
        <w:r w:rsidRPr="004E2D0E">
          <w:rPr>
            <w:rStyle w:val="Hyperlink"/>
          </w:rPr>
          <w:t>http://nppga.org/consumers/funfacts</w:t>
        </w:r>
      </w:hyperlink>
    </w:p>
    <w:p w:rsidR="00E912F9" w:rsidRDefault="00E912F9" w:rsidP="00E912F9">
      <w:pPr>
        <w:pStyle w:val="73-AKNumQues"/>
      </w:pPr>
      <w:r>
        <w:t xml:space="preserve">                                </w:t>
      </w:r>
      <w:proofErr w:type="gramStart"/>
      <w:r>
        <w:t>and</w:t>
      </w:r>
      <w:proofErr w:type="gramEnd"/>
      <w:r>
        <w:t xml:space="preserve"> </w:t>
      </w:r>
      <w:hyperlink r:id="rId14" w:history="1">
        <w:r w:rsidRPr="004E2D0E">
          <w:rPr>
            <w:rStyle w:val="Hyperlink"/>
          </w:rPr>
          <w:t>http://ezinearticles.com</w:t>
        </w:r>
      </w:hyperlink>
    </w:p>
    <w:p w:rsidR="00E912F9" w:rsidRDefault="00E912F9" w:rsidP="00E912F9">
      <w:pPr>
        <w:pStyle w:val="73-AKNumQues"/>
      </w:pPr>
      <w:r>
        <w:t xml:space="preserve">Source for question 6:  </w:t>
      </w:r>
      <w:hyperlink r:id="rId15" w:history="1">
        <w:r w:rsidRPr="00F80576">
          <w:rPr>
            <w:rStyle w:val="Hyperlink"/>
          </w:rPr>
          <w:t>www.universetoday.com</w:t>
        </w:r>
      </w:hyperlink>
    </w:p>
    <w:p w:rsidR="00E912F9" w:rsidRDefault="00E912F9" w:rsidP="00E912F9">
      <w:pPr>
        <w:pStyle w:val="72-AKBHead"/>
      </w:pPr>
      <w:r>
        <w:t>Review for Mastery</w:t>
      </w:r>
    </w:p>
    <w:p w:rsidR="00E912F9" w:rsidRDefault="00E912F9" w:rsidP="00E912F9">
      <w:pPr>
        <w:pStyle w:val="56-Question-3TABCol"/>
        <w:tabs>
          <w:tab w:val="clear" w:pos="3560"/>
          <w:tab w:val="clear" w:pos="3660"/>
          <w:tab w:val="clear" w:pos="6800"/>
          <w:tab w:val="clear" w:pos="6900"/>
          <w:tab w:val="right" w:pos="5040"/>
          <w:tab w:val="left" w:pos="5220"/>
        </w:tabs>
      </w:pPr>
      <w:r>
        <w:tab/>
        <w:t>1.</w:t>
      </w:r>
      <w:r>
        <w:tab/>
        <w:t xml:space="preserve">(1.8 </w:t>
      </w:r>
      <w:r>
        <w:sym w:font="Symbol" w:char="F0B4"/>
      </w:r>
      <w:r>
        <w:t xml:space="preserve"> 10</w:t>
      </w:r>
      <w:r>
        <w:rPr>
          <w:vertAlign w:val="superscript"/>
        </w:rPr>
        <w:t>14</w:t>
      </w:r>
      <w:proofErr w:type="gramStart"/>
      <w:r>
        <w:t>)  ÷</w:t>
      </w:r>
      <w:proofErr w:type="gramEnd"/>
      <w:r>
        <w:t xml:space="preserve"> (4.6 </w:t>
      </w:r>
      <w:r>
        <w:sym w:font="Symbol" w:char="F0B4"/>
      </w:r>
      <w:r>
        <w:t xml:space="preserve"> 10</w:t>
      </w:r>
      <w:r>
        <w:rPr>
          <w:vertAlign w:val="superscript"/>
        </w:rPr>
        <w:t>9</w:t>
      </w:r>
      <w:r>
        <w:t>)</w:t>
      </w:r>
    </w:p>
    <w:p w:rsidR="00E912F9" w:rsidRDefault="00E912F9" w:rsidP="00E912F9">
      <w:pPr>
        <w:pStyle w:val="56-Question-3TABCol"/>
        <w:tabs>
          <w:tab w:val="clear" w:pos="3560"/>
          <w:tab w:val="clear" w:pos="3660"/>
          <w:tab w:val="clear" w:pos="6800"/>
          <w:tab w:val="clear" w:pos="6900"/>
          <w:tab w:val="right" w:pos="5040"/>
          <w:tab w:val="left" w:pos="5220"/>
        </w:tabs>
      </w:pPr>
      <w:r>
        <w:tab/>
      </w:r>
      <w:r>
        <w:tab/>
        <w:t>(1.8 ÷ 4.6) × (10</w:t>
      </w:r>
      <w:r w:rsidRPr="00995F4F">
        <w:rPr>
          <w:vertAlign w:val="superscript"/>
        </w:rPr>
        <w:t>14</w:t>
      </w:r>
      <w:r>
        <w:t xml:space="preserve"> ÷ 10</w:t>
      </w:r>
      <w:r w:rsidRPr="00995F4F">
        <w:rPr>
          <w:vertAlign w:val="superscript"/>
        </w:rPr>
        <w:t>9</w:t>
      </w:r>
      <w:r>
        <w:t>)</w:t>
      </w:r>
    </w:p>
    <w:p w:rsidR="00E912F9" w:rsidRDefault="00E912F9" w:rsidP="00E912F9">
      <w:pPr>
        <w:pStyle w:val="56-Question-3TABCol"/>
        <w:tabs>
          <w:tab w:val="clear" w:pos="3560"/>
          <w:tab w:val="clear" w:pos="3660"/>
          <w:tab w:val="clear" w:pos="6800"/>
          <w:tab w:val="clear" w:pos="6900"/>
          <w:tab w:val="right" w:pos="5040"/>
          <w:tab w:val="left" w:pos="5220"/>
        </w:tabs>
      </w:pPr>
      <w:r>
        <w:tab/>
      </w:r>
      <w:r>
        <w:tab/>
        <w:t>0.391 × (10</w:t>
      </w:r>
      <w:r w:rsidRPr="00995F4F">
        <w:rPr>
          <w:vertAlign w:val="superscript"/>
        </w:rPr>
        <w:t>14</w:t>
      </w:r>
      <w:r>
        <w:t xml:space="preserve"> ÷ 10</w:t>
      </w:r>
      <w:r w:rsidRPr="00995F4F">
        <w:rPr>
          <w:vertAlign w:val="superscript"/>
        </w:rPr>
        <w:t>9</w:t>
      </w:r>
      <w:r>
        <w:t xml:space="preserve">) </w:t>
      </w:r>
    </w:p>
    <w:p w:rsidR="00E912F9" w:rsidRDefault="00E912F9" w:rsidP="00E912F9">
      <w:pPr>
        <w:pStyle w:val="56-Question-3TABCol"/>
        <w:tabs>
          <w:tab w:val="clear" w:pos="3560"/>
          <w:tab w:val="clear" w:pos="3660"/>
          <w:tab w:val="clear" w:pos="6800"/>
          <w:tab w:val="clear" w:pos="6900"/>
          <w:tab w:val="right" w:pos="5040"/>
          <w:tab w:val="left" w:pos="5220"/>
        </w:tabs>
      </w:pPr>
      <w:r>
        <w:tab/>
      </w:r>
      <w:r>
        <w:tab/>
        <w:t>0.391 × 10</w:t>
      </w:r>
      <w:r w:rsidRPr="00995F4F">
        <w:rPr>
          <w:vertAlign w:val="superscript"/>
        </w:rPr>
        <w:t>5</w:t>
      </w:r>
    </w:p>
    <w:p w:rsidR="00E912F9" w:rsidRDefault="00E912F9" w:rsidP="00E912F9">
      <w:pPr>
        <w:pStyle w:val="56-Question-3TABCol"/>
        <w:tabs>
          <w:tab w:val="clear" w:pos="3560"/>
          <w:tab w:val="clear" w:pos="3660"/>
          <w:tab w:val="clear" w:pos="6800"/>
          <w:tab w:val="clear" w:pos="6900"/>
          <w:tab w:val="right" w:pos="5040"/>
          <w:tab w:val="left" w:pos="5220"/>
        </w:tabs>
      </w:pPr>
      <w:r>
        <w:tab/>
      </w:r>
      <w:r>
        <w:tab/>
        <w:t>3.91 × 10</w:t>
      </w:r>
      <w:r w:rsidRPr="00995F4F">
        <w:rPr>
          <w:vertAlign w:val="superscript"/>
        </w:rPr>
        <w:t>4</w:t>
      </w:r>
    </w:p>
    <w:sectPr w:rsidR="00E912F9" w:rsidSect="00E912F9">
      <w:type w:val="continuous"/>
      <w:pgSz w:w="12240" w:h="15840"/>
      <w:pgMar w:top="1100" w:right="1440" w:bottom="1080" w:left="1440" w:header="720" w:footer="480" w:gutter="0"/>
      <w:cols w:num="2" w:space="480" w:equalWidth="0">
        <w:col w:w="4320" w:space="720"/>
        <w:col w:w="432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B0A" w:rsidRDefault="007F7B0A" w:rsidP="0091290C">
      <w:r>
        <w:separator/>
      </w:r>
    </w:p>
  </w:endnote>
  <w:endnote w:type="continuationSeparator" w:id="0">
    <w:p w:rsidR="007F7B0A" w:rsidRDefault="007F7B0A" w:rsidP="009129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90C" w:rsidRPr="005F28B6" w:rsidRDefault="0091290C" w:rsidP="0091290C">
    <w:pPr>
      <w:pStyle w:val="91-footercopyright"/>
    </w:pPr>
  </w:p>
  <w:p w:rsidR="0091290C" w:rsidRPr="00D676B2" w:rsidRDefault="0091290C" w:rsidP="0091290C">
    <w:pPr>
      <w:pStyle w:val="92-footer"/>
    </w:pPr>
    <w:r w:rsidRPr="005F28B6">
      <w:tab/>
    </w:r>
    <w:r w:rsidRPr="005F28B6">
      <w:tab/>
      <w:t>Holt McDougal Mathematics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B0A" w:rsidRDefault="007F7B0A" w:rsidP="0091290C">
      <w:r>
        <w:separator/>
      </w:r>
    </w:p>
  </w:footnote>
  <w:footnote w:type="continuationSeparator" w:id="0">
    <w:p w:rsidR="007F7B0A" w:rsidRDefault="007F7B0A" w:rsidP="009129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90C" w:rsidRPr="00D676B2" w:rsidRDefault="0091290C" w:rsidP="0091290C">
    <w:pPr>
      <w:pStyle w:val="90-NameDateline"/>
    </w:pPr>
    <w:r w:rsidRPr="007424B6">
      <w:t>Name</w:t>
    </w:r>
    <w:r w:rsidRPr="007424B6">
      <w:tab/>
      <w:t xml:space="preserve">  Date</w:t>
    </w:r>
    <w:r w:rsidRPr="007424B6">
      <w:tab/>
      <w:t xml:space="preserve">  Class</w:t>
    </w:r>
    <w:r w:rsidRPr="007424B6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67FA3"/>
    <w:multiLevelType w:val="multilevel"/>
    <w:tmpl w:val="017AF658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1">
    <w:nsid w:val="1A0E3B1F"/>
    <w:multiLevelType w:val="multilevel"/>
    <w:tmpl w:val="017AF658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2">
    <w:nsid w:val="253A5276"/>
    <w:multiLevelType w:val="multilevel"/>
    <w:tmpl w:val="017AF658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3">
    <w:nsid w:val="43182116"/>
    <w:multiLevelType w:val="multilevel"/>
    <w:tmpl w:val="017AF658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4">
    <w:nsid w:val="441770C3"/>
    <w:multiLevelType w:val="multilevel"/>
    <w:tmpl w:val="017AF658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5">
    <w:nsid w:val="66E5339E"/>
    <w:multiLevelType w:val="multilevel"/>
    <w:tmpl w:val="017AF658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6">
    <w:nsid w:val="7A402E0D"/>
    <w:multiLevelType w:val="multilevel"/>
    <w:tmpl w:val="017AF658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8" w:dllVersion="513" w:checkStyle="1"/>
  <w:proofState w:grammar="clean"/>
  <w:attachedTemplate r:id="rId1"/>
  <w:linkStyles/>
  <w:stylePaneFormatFilter w:val="3F01"/>
  <w:defaultTabStop w:val="48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602DAA"/>
    <w:rsid w:val="000273A1"/>
    <w:rsid w:val="000D31C6"/>
    <w:rsid w:val="000D5C8A"/>
    <w:rsid w:val="0018625A"/>
    <w:rsid w:val="001A07C7"/>
    <w:rsid w:val="001E77C0"/>
    <w:rsid w:val="002B5A3D"/>
    <w:rsid w:val="00541905"/>
    <w:rsid w:val="00623360"/>
    <w:rsid w:val="00634D16"/>
    <w:rsid w:val="00700294"/>
    <w:rsid w:val="00735122"/>
    <w:rsid w:val="007F7B0A"/>
    <w:rsid w:val="0082791F"/>
    <w:rsid w:val="0091290C"/>
    <w:rsid w:val="00A65869"/>
    <w:rsid w:val="00A84796"/>
    <w:rsid w:val="00AA19AE"/>
    <w:rsid w:val="00CF2E4F"/>
    <w:rsid w:val="00E33999"/>
    <w:rsid w:val="00E912F9"/>
    <w:rsid w:val="00E96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0619"/>
    <w:pPr>
      <w:spacing w:line="240" w:lineRule="atLeast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340619"/>
    <w:pPr>
      <w:keepNext/>
      <w:spacing w:line="280" w:lineRule="atLeast"/>
      <w:outlineLvl w:val="0"/>
    </w:pPr>
    <w:rPr>
      <w:rFonts w:eastAsia="Times"/>
      <w:b/>
      <w:color w:val="0000FF"/>
      <w:sz w:val="50"/>
    </w:rPr>
  </w:style>
  <w:style w:type="paragraph" w:styleId="Heading2">
    <w:name w:val="heading 2"/>
    <w:basedOn w:val="Normal"/>
    <w:next w:val="Normal"/>
    <w:qFormat/>
    <w:rsid w:val="00340619"/>
    <w:pPr>
      <w:keepNext/>
      <w:spacing w:line="280" w:lineRule="atLeast"/>
      <w:jc w:val="center"/>
      <w:outlineLvl w:val="1"/>
    </w:pPr>
    <w:rPr>
      <w:rFonts w:eastAsia="Times"/>
      <w:b/>
      <w:color w:val="0000FF"/>
      <w:sz w:val="40"/>
    </w:rPr>
  </w:style>
  <w:style w:type="character" w:default="1" w:styleId="DefaultParagraphFont">
    <w:name w:val="Default Paragraph Font"/>
    <w:rsid w:val="00340619"/>
  </w:style>
  <w:style w:type="table" w:default="1" w:styleId="TableNormal">
    <w:name w:val="Normal Table"/>
    <w:semiHidden/>
    <w:rsid w:val="00340619"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340619"/>
  </w:style>
  <w:style w:type="paragraph" w:customStyle="1" w:styleId="20-MT">
    <w:name w:val="20-MT"/>
    <w:rsid w:val="00340619"/>
    <w:pPr>
      <w:spacing w:line="290" w:lineRule="atLeast"/>
      <w:ind w:right="2020"/>
    </w:pPr>
    <w:rPr>
      <w:rFonts w:ascii="Arial" w:hAnsi="Arial"/>
      <w:sz w:val="24"/>
    </w:rPr>
  </w:style>
  <w:style w:type="paragraph" w:customStyle="1" w:styleId="21-MTp6above">
    <w:name w:val="21-MT (p6 above)"/>
    <w:basedOn w:val="20-MT"/>
    <w:rsid w:val="00340619"/>
    <w:pPr>
      <w:spacing w:before="120"/>
    </w:pPr>
  </w:style>
  <w:style w:type="paragraph" w:customStyle="1" w:styleId="01-InstructionText">
    <w:name w:val="01-Instruction Text"/>
    <w:rsid w:val="00340619"/>
    <w:pPr>
      <w:pBdr>
        <w:left w:val="single" w:sz="18" w:space="5" w:color="auto"/>
        <w:bottom w:val="single" w:sz="18" w:space="6" w:color="auto"/>
      </w:pBdr>
      <w:spacing w:line="290" w:lineRule="atLeast"/>
      <w:ind w:left="120"/>
    </w:pPr>
    <w:rPr>
      <w:rFonts w:ascii="Arial" w:hAnsi="Arial"/>
      <w:sz w:val="24"/>
    </w:rPr>
  </w:style>
  <w:style w:type="paragraph" w:customStyle="1" w:styleId="50-Question1column">
    <w:name w:val="50-Question (1 column)"/>
    <w:rsid w:val="00340619"/>
    <w:pPr>
      <w:tabs>
        <w:tab w:val="right" w:pos="320"/>
        <w:tab w:val="left" w:pos="420"/>
      </w:tabs>
      <w:spacing w:before="80" w:line="290" w:lineRule="atLeast"/>
      <w:ind w:left="420" w:right="2020" w:hanging="420"/>
    </w:pPr>
    <w:rPr>
      <w:rFonts w:ascii="Arial" w:hAnsi="Arial"/>
      <w:sz w:val="24"/>
    </w:rPr>
  </w:style>
  <w:style w:type="paragraph" w:customStyle="1" w:styleId="40-Direction">
    <w:name w:val="40-Direction"/>
    <w:next w:val="Normal"/>
    <w:rsid w:val="00340619"/>
    <w:pPr>
      <w:keepLines/>
      <w:spacing w:before="300" w:line="290" w:lineRule="atLeast"/>
      <w:ind w:right="2020"/>
    </w:pPr>
    <w:rPr>
      <w:rFonts w:ascii="Arial" w:hAnsi="Arial"/>
      <w:b/>
      <w:sz w:val="24"/>
    </w:rPr>
  </w:style>
  <w:style w:type="paragraph" w:customStyle="1" w:styleId="96-LESSONinheaderbox">
    <w:name w:val="96 - LESSON in header box"/>
    <w:rsid w:val="00340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line="240" w:lineRule="atLeast"/>
      <w:jc w:val="center"/>
    </w:pPr>
    <w:rPr>
      <w:rFonts w:ascii="Arial" w:eastAsia="Times" w:hAnsi="Arial"/>
      <w:b/>
      <w:position w:val="6"/>
      <w:sz w:val="16"/>
    </w:rPr>
  </w:style>
  <w:style w:type="paragraph" w:customStyle="1" w:styleId="51-Question-noindent">
    <w:name w:val="51-Question - (no indent)"/>
    <w:basedOn w:val="50-Question1column"/>
    <w:rsid w:val="00340619"/>
    <w:pPr>
      <w:ind w:right="0"/>
    </w:pPr>
  </w:style>
  <w:style w:type="paragraph" w:styleId="Header">
    <w:name w:val="header"/>
    <w:basedOn w:val="Normal"/>
    <w:rsid w:val="00340619"/>
    <w:pPr>
      <w:tabs>
        <w:tab w:val="center" w:pos="4320"/>
        <w:tab w:val="right" w:pos="8640"/>
      </w:tabs>
    </w:pPr>
  </w:style>
  <w:style w:type="paragraph" w:customStyle="1" w:styleId="30-Anno-WOR">
    <w:name w:val="30-Anno-WOR"/>
    <w:rsid w:val="00340619"/>
    <w:pPr>
      <w:tabs>
        <w:tab w:val="right" w:leader="underscore" w:pos="9360"/>
      </w:tabs>
      <w:spacing w:line="480" w:lineRule="atLeast"/>
      <w:ind w:left="420"/>
    </w:pPr>
    <w:rPr>
      <w:rFonts w:ascii="Arial" w:hAnsi="Arial"/>
      <w:sz w:val="18"/>
    </w:rPr>
  </w:style>
  <w:style w:type="paragraph" w:styleId="Footer">
    <w:name w:val="footer"/>
    <w:basedOn w:val="Normal"/>
    <w:rsid w:val="00340619"/>
    <w:pPr>
      <w:tabs>
        <w:tab w:val="center" w:pos="4320"/>
        <w:tab w:val="right" w:pos="8640"/>
      </w:tabs>
    </w:pPr>
  </w:style>
  <w:style w:type="paragraph" w:customStyle="1" w:styleId="56-Question-3TABCol">
    <w:name w:val="56-Question-3 TAB Col."/>
    <w:basedOn w:val="51-Question-noindent"/>
    <w:rsid w:val="00340619"/>
    <w:pPr>
      <w:tabs>
        <w:tab w:val="right" w:pos="3560"/>
        <w:tab w:val="left" w:pos="3660"/>
        <w:tab w:val="right" w:pos="6800"/>
        <w:tab w:val="left" w:pos="6900"/>
      </w:tabs>
    </w:pPr>
  </w:style>
  <w:style w:type="paragraph" w:customStyle="1" w:styleId="60-MC">
    <w:name w:val="60-MC"/>
    <w:rsid w:val="00340619"/>
    <w:pPr>
      <w:tabs>
        <w:tab w:val="right" w:pos="640"/>
        <w:tab w:val="left" w:pos="820"/>
        <w:tab w:val="right" w:pos="2880"/>
        <w:tab w:val="left" w:pos="3060"/>
      </w:tabs>
      <w:spacing w:before="80" w:line="290" w:lineRule="atLeast"/>
      <w:ind w:left="820" w:hanging="400"/>
    </w:pPr>
    <w:rPr>
      <w:rFonts w:ascii="Arial" w:hAnsi="Arial"/>
      <w:sz w:val="24"/>
    </w:rPr>
  </w:style>
  <w:style w:type="paragraph" w:customStyle="1" w:styleId="42-Direction2column">
    <w:name w:val="42-Direction (2 column)"/>
    <w:basedOn w:val="40-Direction"/>
    <w:rsid w:val="00340619"/>
    <w:pPr>
      <w:ind w:right="0"/>
    </w:pPr>
  </w:style>
  <w:style w:type="paragraph" w:customStyle="1" w:styleId="04-InstructionText-bulletindent">
    <w:name w:val="04-Instruction Text - bullet indent"/>
    <w:basedOn w:val="01-InstructionText"/>
    <w:rsid w:val="00340619"/>
    <w:pPr>
      <w:tabs>
        <w:tab w:val="left" w:pos="360"/>
      </w:tabs>
      <w:spacing w:before="70"/>
      <w:ind w:left="360" w:hanging="240"/>
    </w:pPr>
  </w:style>
  <w:style w:type="paragraph" w:customStyle="1" w:styleId="44a-AHeadnospace">
    <w:name w:val="44a-A Head (no space)"/>
    <w:basedOn w:val="44-AHead"/>
    <w:rsid w:val="00340619"/>
    <w:pPr>
      <w:spacing w:before="0"/>
    </w:pPr>
  </w:style>
  <w:style w:type="paragraph" w:customStyle="1" w:styleId="44-AHead">
    <w:name w:val="44-A Head"/>
    <w:rsid w:val="00340619"/>
    <w:pPr>
      <w:spacing w:before="300" w:line="290" w:lineRule="atLeast"/>
    </w:pPr>
    <w:rPr>
      <w:rFonts w:ascii="Arial" w:hAnsi="Arial"/>
      <w:b/>
      <w:sz w:val="27"/>
    </w:rPr>
  </w:style>
  <w:style w:type="paragraph" w:customStyle="1" w:styleId="57-Question-3TABColwAnno">
    <w:name w:val="57-Question-3 TAB Col. w/Anno"/>
    <w:basedOn w:val="30-Anno-WOR"/>
    <w:rsid w:val="00340619"/>
    <w:pPr>
      <w:tabs>
        <w:tab w:val="right" w:leader="underscore" w:pos="2880"/>
        <w:tab w:val="left" w:pos="3660"/>
        <w:tab w:val="right" w:leader="underscore" w:pos="6120"/>
        <w:tab w:val="left" w:pos="6900"/>
      </w:tabs>
    </w:pPr>
  </w:style>
  <w:style w:type="paragraph" w:customStyle="1" w:styleId="52-QuestionwAnno">
    <w:name w:val="52-Question w/Anno"/>
    <w:basedOn w:val="51-Question-noindent"/>
    <w:rsid w:val="00340619"/>
    <w:pPr>
      <w:tabs>
        <w:tab w:val="left" w:leader="underscore" w:pos="9360"/>
      </w:tabs>
      <w:spacing w:before="200"/>
    </w:pPr>
  </w:style>
  <w:style w:type="paragraph" w:customStyle="1" w:styleId="71-AKAhead">
    <w:name w:val="71-AK A head"/>
    <w:rsid w:val="00340619"/>
    <w:pPr>
      <w:pBdr>
        <w:bottom w:val="single" w:sz="12" w:space="2" w:color="auto"/>
      </w:pBdr>
      <w:spacing w:before="240" w:line="270" w:lineRule="atLeast"/>
    </w:pPr>
    <w:rPr>
      <w:rFonts w:ascii="Arial" w:hAnsi="Arial"/>
      <w:b/>
      <w:caps/>
      <w:sz w:val="22"/>
    </w:rPr>
  </w:style>
  <w:style w:type="paragraph" w:customStyle="1" w:styleId="02-InstructionTextp6above">
    <w:name w:val="02-Instruction Text (p6 above)"/>
    <w:basedOn w:val="01-InstructionText"/>
    <w:rsid w:val="00340619"/>
    <w:pPr>
      <w:spacing w:before="120"/>
    </w:pPr>
  </w:style>
  <w:style w:type="paragraph" w:customStyle="1" w:styleId="03-InstructionDirection">
    <w:name w:val="03-Instruction Direction"/>
    <w:basedOn w:val="01-InstructionText"/>
    <w:rsid w:val="00340619"/>
    <w:pPr>
      <w:spacing w:before="300"/>
    </w:pPr>
    <w:rPr>
      <w:b/>
    </w:rPr>
  </w:style>
  <w:style w:type="paragraph" w:customStyle="1" w:styleId="90-NameDateline">
    <w:name w:val="90 - Name Date line"/>
    <w:rsid w:val="00340619"/>
    <w:pPr>
      <w:tabs>
        <w:tab w:val="left" w:leader="underscore" w:pos="4560"/>
        <w:tab w:val="left" w:leader="underscore" w:pos="6960"/>
        <w:tab w:val="right" w:leader="underscore" w:pos="9360"/>
      </w:tabs>
      <w:spacing w:line="270" w:lineRule="atLeast"/>
    </w:pPr>
    <w:rPr>
      <w:rFonts w:ascii="Arial" w:hAnsi="Arial"/>
      <w:sz w:val="18"/>
    </w:rPr>
  </w:style>
  <w:style w:type="paragraph" w:customStyle="1" w:styleId="58-Question-4TABCol">
    <w:name w:val="58-Question-4 TAB Col."/>
    <w:basedOn w:val="51-Question-noindent"/>
    <w:rsid w:val="00340619"/>
    <w:pPr>
      <w:tabs>
        <w:tab w:val="right" w:pos="2740"/>
        <w:tab w:val="left" w:pos="2840"/>
        <w:tab w:val="right" w:pos="5180"/>
        <w:tab w:val="left" w:pos="5280"/>
        <w:tab w:val="right" w:pos="7600"/>
        <w:tab w:val="left" w:pos="7700"/>
      </w:tabs>
    </w:pPr>
  </w:style>
  <w:style w:type="character" w:customStyle="1" w:styleId="01-Bold">
    <w:name w:val="01 - Bold"/>
    <w:rsid w:val="00340619"/>
    <w:rPr>
      <w:b/>
    </w:rPr>
  </w:style>
  <w:style w:type="paragraph" w:customStyle="1" w:styleId="59-Question-4TABColwAnno">
    <w:name w:val="59-Question-4 TAB Col. w/Anno"/>
    <w:basedOn w:val="30-Anno-WOR"/>
    <w:rsid w:val="00340619"/>
    <w:pPr>
      <w:tabs>
        <w:tab w:val="right" w:leader="underscore" w:pos="2060"/>
        <w:tab w:val="left" w:pos="2840"/>
        <w:tab w:val="right" w:leader="underscore" w:pos="4500"/>
        <w:tab w:val="left" w:pos="5280"/>
        <w:tab w:val="right" w:leader="underscore" w:pos="6920"/>
        <w:tab w:val="left" w:pos="7700"/>
      </w:tabs>
    </w:pPr>
  </w:style>
  <w:style w:type="paragraph" w:customStyle="1" w:styleId="22-MT2column">
    <w:name w:val="22-MT (2 column)"/>
    <w:basedOn w:val="20-MT"/>
    <w:rsid w:val="00340619"/>
    <w:pPr>
      <w:ind w:right="0"/>
    </w:pPr>
  </w:style>
  <w:style w:type="character" w:customStyle="1" w:styleId="02-italic">
    <w:name w:val="02 - italic"/>
    <w:rsid w:val="00340619"/>
    <w:rPr>
      <w:i/>
    </w:rPr>
  </w:style>
  <w:style w:type="character" w:customStyle="1" w:styleId="03-bolditalic">
    <w:name w:val="03 - bold italic"/>
    <w:rsid w:val="00340619"/>
    <w:rPr>
      <w:b/>
      <w:i/>
    </w:rPr>
  </w:style>
  <w:style w:type="paragraph" w:customStyle="1" w:styleId="23-MT2columnp6above">
    <w:name w:val="23-MT (2 column p6 above)"/>
    <w:basedOn w:val="21-MTp6above"/>
    <w:rsid w:val="00340619"/>
    <w:pPr>
      <w:ind w:right="0"/>
    </w:pPr>
  </w:style>
  <w:style w:type="paragraph" w:customStyle="1" w:styleId="24-MT-BulletList">
    <w:name w:val="24-MT - Bullet List"/>
    <w:basedOn w:val="20-MT"/>
    <w:rsid w:val="00340619"/>
    <w:pPr>
      <w:tabs>
        <w:tab w:val="left" w:pos="180"/>
      </w:tabs>
      <w:spacing w:before="120"/>
      <w:ind w:left="180" w:hanging="180"/>
    </w:pPr>
  </w:style>
  <w:style w:type="paragraph" w:customStyle="1" w:styleId="41-Directionnospace">
    <w:name w:val="41-Direction (no space)"/>
    <w:basedOn w:val="40-Direction"/>
    <w:rsid w:val="00340619"/>
    <w:pPr>
      <w:spacing w:before="0"/>
    </w:pPr>
  </w:style>
  <w:style w:type="paragraph" w:customStyle="1" w:styleId="43-Direction2colnospace">
    <w:name w:val="43-Direction (2 col no space)"/>
    <w:basedOn w:val="42-Direction2column"/>
    <w:rsid w:val="00340619"/>
    <w:pPr>
      <w:spacing w:before="0"/>
    </w:pPr>
  </w:style>
  <w:style w:type="paragraph" w:customStyle="1" w:styleId="30a-Anno-WOR2col">
    <w:name w:val="30a-Anno-WOR (2col)"/>
    <w:basedOn w:val="30-Anno-WOR"/>
    <w:rsid w:val="00340619"/>
    <w:pPr>
      <w:tabs>
        <w:tab w:val="clear" w:pos="9360"/>
        <w:tab w:val="right" w:leader="underscore" w:pos="4500"/>
      </w:tabs>
    </w:pPr>
  </w:style>
  <w:style w:type="table" w:styleId="TableGrid">
    <w:name w:val="Table Grid"/>
    <w:basedOn w:val="TableNormal"/>
    <w:rsid w:val="00340619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4-Question-2TABCol">
    <w:name w:val="54-Question-2 TAB Col."/>
    <w:basedOn w:val="51-Question-noindent"/>
    <w:rsid w:val="00340619"/>
    <w:pPr>
      <w:tabs>
        <w:tab w:val="right" w:pos="5180"/>
        <w:tab w:val="left" w:pos="5280"/>
      </w:tabs>
    </w:pPr>
  </w:style>
  <w:style w:type="paragraph" w:customStyle="1" w:styleId="55-Question-2TABColwAnno">
    <w:name w:val="55-Question-2 TAB Col. w/Anno"/>
    <w:basedOn w:val="30-Anno-WOR"/>
    <w:rsid w:val="00340619"/>
    <w:pPr>
      <w:tabs>
        <w:tab w:val="right" w:leader="underscore" w:pos="4500"/>
        <w:tab w:val="left" w:pos="5280"/>
      </w:tabs>
    </w:pPr>
  </w:style>
  <w:style w:type="paragraph" w:customStyle="1" w:styleId="91-footercopyright">
    <w:name w:val="91 - footer copyright"/>
    <w:rsid w:val="00340619"/>
    <w:pPr>
      <w:pBdr>
        <w:bottom w:val="single" w:sz="4" w:space="2" w:color="auto"/>
      </w:pBdr>
      <w:spacing w:line="180" w:lineRule="atLeast"/>
    </w:pPr>
    <w:rPr>
      <w:rFonts w:ascii="Arial" w:hAnsi="Arial"/>
      <w:sz w:val="14"/>
    </w:rPr>
  </w:style>
  <w:style w:type="paragraph" w:customStyle="1" w:styleId="92-footer">
    <w:name w:val="92 - footer"/>
    <w:rsid w:val="00340619"/>
    <w:pPr>
      <w:tabs>
        <w:tab w:val="center" w:pos="4680"/>
        <w:tab w:val="right" w:pos="9360"/>
      </w:tabs>
      <w:spacing w:line="220" w:lineRule="atLeast"/>
    </w:pPr>
    <w:rPr>
      <w:rFonts w:ascii="Arial" w:hAnsi="Arial"/>
      <w:sz w:val="18"/>
    </w:rPr>
  </w:style>
  <w:style w:type="paragraph" w:customStyle="1" w:styleId="95a-LessonTitleA">
    <w:name w:val="95a - LessonTitle A"/>
    <w:rsid w:val="00340619"/>
    <w:pPr>
      <w:pBdr>
        <w:bottom w:val="single" w:sz="4" w:space="2" w:color="auto"/>
      </w:pBdr>
      <w:spacing w:after="20" w:line="320" w:lineRule="atLeast"/>
      <w:ind w:left="960"/>
    </w:pPr>
    <w:rPr>
      <w:rFonts w:ascii="Arial" w:hAnsi="Arial"/>
      <w:b/>
      <w:sz w:val="32"/>
    </w:rPr>
  </w:style>
  <w:style w:type="paragraph" w:customStyle="1" w:styleId="95b-LessonTitleB">
    <w:name w:val="95b - LessonTitle B"/>
    <w:rsid w:val="00E33999"/>
    <w:pPr>
      <w:spacing w:after="120" w:line="260" w:lineRule="atLeast"/>
      <w:ind w:left="960"/>
    </w:pPr>
    <w:rPr>
      <w:rFonts w:ascii="Arial" w:hAnsi="Arial"/>
      <w:b/>
      <w:sz w:val="26"/>
    </w:rPr>
  </w:style>
  <w:style w:type="character" w:customStyle="1" w:styleId="A-9ptArial">
    <w:name w:val="A - 9pt Arial"/>
    <w:rsid w:val="00340619"/>
    <w:rPr>
      <w:rFonts w:ascii="Arial" w:hAnsi="Arial"/>
      <w:sz w:val="18"/>
    </w:rPr>
  </w:style>
  <w:style w:type="paragraph" w:customStyle="1" w:styleId="97-Lessoninheaderbox">
    <w:name w:val="97 - Lesson #  in header box"/>
    <w:rsid w:val="00340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line="160" w:lineRule="atLeast"/>
      <w:jc w:val="center"/>
    </w:pPr>
    <w:rPr>
      <w:rFonts w:ascii="Arial" w:eastAsia="Times" w:hAnsi="Arial"/>
      <w:b/>
      <w:color w:val="FFFFFF"/>
      <w:sz w:val="24"/>
    </w:rPr>
  </w:style>
  <w:style w:type="paragraph" w:customStyle="1" w:styleId="72-AKBHead">
    <w:name w:val="72-AK B Head"/>
    <w:basedOn w:val="71-AKAhead"/>
    <w:rsid w:val="00340619"/>
    <w:pPr>
      <w:pBdr>
        <w:bottom w:val="none" w:sz="0" w:space="0" w:color="auto"/>
      </w:pBdr>
      <w:spacing w:before="200"/>
    </w:pPr>
    <w:rPr>
      <w:caps w:val="0"/>
    </w:rPr>
  </w:style>
  <w:style w:type="paragraph" w:customStyle="1" w:styleId="73-AKNumQues">
    <w:name w:val="73-AK Num Ques"/>
    <w:rsid w:val="00340619"/>
    <w:pPr>
      <w:tabs>
        <w:tab w:val="right" w:pos="320"/>
        <w:tab w:val="left" w:pos="420"/>
        <w:tab w:val="right" w:pos="2740"/>
        <w:tab w:val="left" w:pos="2840"/>
      </w:tabs>
      <w:spacing w:before="80" w:line="270" w:lineRule="atLeast"/>
      <w:ind w:left="420" w:hanging="420"/>
    </w:pPr>
    <w:rPr>
      <w:rFonts w:ascii="Arial" w:eastAsia="Times" w:hAnsi="Arial"/>
      <w:sz w:val="24"/>
    </w:rPr>
  </w:style>
  <w:style w:type="paragraph" w:customStyle="1" w:styleId="61-MC4Across">
    <w:name w:val="61-MC (4 Across)"/>
    <w:basedOn w:val="60-MC"/>
    <w:rsid w:val="00340619"/>
    <w:pPr>
      <w:tabs>
        <w:tab w:val="right" w:pos="5120"/>
        <w:tab w:val="left" w:pos="5300"/>
        <w:tab w:val="right" w:pos="7360"/>
        <w:tab w:val="left" w:pos="7540"/>
      </w:tabs>
    </w:pPr>
  </w:style>
  <w:style w:type="paragraph" w:customStyle="1" w:styleId="80-MarginMT">
    <w:name w:val="80-Margin MT"/>
    <w:rsid w:val="00340619"/>
    <w:pPr>
      <w:spacing w:before="60" w:line="270" w:lineRule="atLeast"/>
    </w:pPr>
    <w:rPr>
      <w:rFonts w:ascii="Arial" w:hAnsi="Arial"/>
      <w:sz w:val="22"/>
    </w:rPr>
  </w:style>
  <w:style w:type="paragraph" w:customStyle="1" w:styleId="62-NumberedMC">
    <w:name w:val="62-Numbered MC"/>
    <w:basedOn w:val="60-MC"/>
    <w:rsid w:val="00340619"/>
    <w:pPr>
      <w:tabs>
        <w:tab w:val="right" w:pos="320"/>
      </w:tabs>
      <w:ind w:hanging="740"/>
    </w:pPr>
  </w:style>
  <w:style w:type="paragraph" w:customStyle="1" w:styleId="74-AKText">
    <w:name w:val="74-AK Text"/>
    <w:basedOn w:val="73-AKNumQues"/>
    <w:rsid w:val="00340619"/>
    <w:pPr>
      <w:tabs>
        <w:tab w:val="clear" w:pos="320"/>
        <w:tab w:val="clear" w:pos="420"/>
        <w:tab w:val="clear" w:pos="2740"/>
        <w:tab w:val="clear" w:pos="2840"/>
      </w:tabs>
      <w:ind w:left="0" w:firstLine="0"/>
    </w:pPr>
  </w:style>
  <w:style w:type="character" w:customStyle="1" w:styleId="A96-ChapterCharacter">
    <w:name w:val="A96-Chapter Character"/>
    <w:rsid w:val="00340619"/>
    <w:rPr>
      <w:sz w:val="14"/>
    </w:rPr>
  </w:style>
  <w:style w:type="character" w:styleId="Hyperlink">
    <w:name w:val="Hyperlink"/>
    <w:rsid w:val="00E912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nppga.org/consumers/funfacts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solarsystem.nasa.gov.planet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nfoplease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universetoday.com" TargetMode="External"/><Relationship Id="rId10" Type="http://schemas.openxmlformats.org/officeDocument/2006/relationships/hyperlink" Target="http://www.as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loomingtonmn.org" TargetMode="External"/><Relationship Id="rId14" Type="http://schemas.openxmlformats.org/officeDocument/2006/relationships/hyperlink" Target="http://ezinearticles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04:Templates:My%20Templates:MSM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MSM10</Template>
  <TotalTime>1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Caitlin works part-time at the mall</vt:lpstr>
    </vt:vector>
  </TitlesOfParts>
  <Company>HRW</Company>
  <LinksUpToDate>false</LinksUpToDate>
  <CharactersWithSpaces>3599</CharactersWithSpaces>
  <SharedDoc>false</SharedDoc>
  <HLinks>
    <vt:vector size="42" baseType="variant">
      <vt:variant>
        <vt:i4>4587536</vt:i4>
      </vt:variant>
      <vt:variant>
        <vt:i4>18</vt:i4>
      </vt:variant>
      <vt:variant>
        <vt:i4>0</vt:i4>
      </vt:variant>
      <vt:variant>
        <vt:i4>5</vt:i4>
      </vt:variant>
      <vt:variant>
        <vt:lpwstr>http://www.universetoday.com/</vt:lpwstr>
      </vt:variant>
      <vt:variant>
        <vt:lpwstr/>
      </vt:variant>
      <vt:variant>
        <vt:i4>4718671</vt:i4>
      </vt:variant>
      <vt:variant>
        <vt:i4>15</vt:i4>
      </vt:variant>
      <vt:variant>
        <vt:i4>0</vt:i4>
      </vt:variant>
      <vt:variant>
        <vt:i4>5</vt:i4>
      </vt:variant>
      <vt:variant>
        <vt:lpwstr>http://ezinearticles.com/</vt:lpwstr>
      </vt:variant>
      <vt:variant>
        <vt:lpwstr/>
      </vt:variant>
      <vt:variant>
        <vt:i4>3080241</vt:i4>
      </vt:variant>
      <vt:variant>
        <vt:i4>12</vt:i4>
      </vt:variant>
      <vt:variant>
        <vt:i4>0</vt:i4>
      </vt:variant>
      <vt:variant>
        <vt:i4>5</vt:i4>
      </vt:variant>
      <vt:variant>
        <vt:lpwstr>http://nppga.org/consumers/funfacts</vt:lpwstr>
      </vt:variant>
      <vt:variant>
        <vt:lpwstr/>
      </vt:variant>
      <vt:variant>
        <vt:i4>852058</vt:i4>
      </vt:variant>
      <vt:variant>
        <vt:i4>9</vt:i4>
      </vt:variant>
      <vt:variant>
        <vt:i4>0</vt:i4>
      </vt:variant>
      <vt:variant>
        <vt:i4>5</vt:i4>
      </vt:variant>
      <vt:variant>
        <vt:lpwstr>http://solarsystem.nasa.gov.planets/</vt:lpwstr>
      </vt:variant>
      <vt:variant>
        <vt:lpwstr/>
      </vt:variant>
      <vt:variant>
        <vt:i4>2883639</vt:i4>
      </vt:variant>
      <vt:variant>
        <vt:i4>6</vt:i4>
      </vt:variant>
      <vt:variant>
        <vt:i4>0</vt:i4>
      </vt:variant>
      <vt:variant>
        <vt:i4>5</vt:i4>
      </vt:variant>
      <vt:variant>
        <vt:lpwstr>http://www.infoplease.com/</vt:lpwstr>
      </vt:variant>
      <vt:variant>
        <vt:lpwstr/>
      </vt:variant>
      <vt:variant>
        <vt:i4>3080290</vt:i4>
      </vt:variant>
      <vt:variant>
        <vt:i4>3</vt:i4>
      </vt:variant>
      <vt:variant>
        <vt:i4>0</vt:i4>
      </vt:variant>
      <vt:variant>
        <vt:i4>5</vt:i4>
      </vt:variant>
      <vt:variant>
        <vt:lpwstr>http://www.ask.com/</vt:lpwstr>
      </vt:variant>
      <vt:variant>
        <vt:lpwstr/>
      </vt:variant>
      <vt:variant>
        <vt:i4>5832707</vt:i4>
      </vt:variant>
      <vt:variant>
        <vt:i4>0</vt:i4>
      </vt:variant>
      <vt:variant>
        <vt:i4>0</vt:i4>
      </vt:variant>
      <vt:variant>
        <vt:i4>5</vt:i4>
      </vt:variant>
      <vt:variant>
        <vt:lpwstr>http://www.bloomingtonmn.org/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Caitlin works part-time at the mall</dc:title>
  <dc:creator>Rafael Rios</dc:creator>
  <cp:lastModifiedBy>Robel's</cp:lastModifiedBy>
  <cp:revision>2</cp:revision>
  <cp:lastPrinted>2011-03-25T16:51:00Z</cp:lastPrinted>
  <dcterms:created xsi:type="dcterms:W3CDTF">2012-07-26T20:15:00Z</dcterms:created>
  <dcterms:modified xsi:type="dcterms:W3CDTF">2012-07-26T20:15:00Z</dcterms:modified>
</cp:coreProperties>
</file>